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0D42" w14:textId="77777777" w:rsidR="00D638ED" w:rsidRPr="00B169DF" w:rsidRDefault="00997F14" w:rsidP="00D638ED">
      <w:pPr>
        <w:spacing w:line="240" w:lineRule="auto"/>
        <w:jc w:val="right"/>
        <w:rPr>
          <w:rFonts w:ascii="Corbel" w:hAnsi="Corbel"/>
          <w:bCs/>
          <w:i/>
        </w:rPr>
      </w:pPr>
      <w:r w:rsidRPr="00B75F0E">
        <w:rPr>
          <w:rFonts w:ascii="Times New Roman" w:hAnsi="Times New Roman"/>
          <w:b/>
          <w:bCs/>
        </w:rPr>
        <w:t xml:space="preserve">   </w:t>
      </w:r>
      <w:r w:rsidR="00CD6897" w:rsidRPr="00B75F0E">
        <w:rPr>
          <w:rFonts w:ascii="Times New Roman" w:hAnsi="Times New Roman"/>
          <w:b/>
          <w:bCs/>
        </w:rPr>
        <w:tab/>
      </w:r>
      <w:r w:rsidR="00CD6897" w:rsidRPr="00B75F0E">
        <w:rPr>
          <w:rFonts w:ascii="Times New Roman" w:hAnsi="Times New Roman"/>
          <w:b/>
          <w:bCs/>
        </w:rPr>
        <w:tab/>
      </w:r>
      <w:r w:rsidR="00CD6897" w:rsidRPr="00B75F0E">
        <w:rPr>
          <w:rFonts w:ascii="Times New Roman" w:hAnsi="Times New Roman"/>
          <w:b/>
          <w:bCs/>
        </w:rPr>
        <w:tab/>
      </w:r>
      <w:r w:rsidR="00CD6897" w:rsidRPr="00B75F0E">
        <w:rPr>
          <w:rFonts w:ascii="Times New Roman" w:hAnsi="Times New Roman"/>
          <w:b/>
          <w:bCs/>
        </w:rPr>
        <w:tab/>
      </w:r>
      <w:r w:rsidR="00CD6897" w:rsidRPr="00B75F0E">
        <w:rPr>
          <w:rFonts w:ascii="Times New Roman" w:hAnsi="Times New Roman"/>
          <w:b/>
          <w:bCs/>
        </w:rPr>
        <w:tab/>
      </w:r>
      <w:r w:rsidR="00CD6897" w:rsidRPr="00B75F0E">
        <w:rPr>
          <w:rFonts w:ascii="Times New Roman" w:hAnsi="Times New Roman"/>
          <w:b/>
          <w:bCs/>
        </w:rPr>
        <w:tab/>
      </w:r>
      <w:r w:rsidR="00D638ED" w:rsidRPr="00B169DF">
        <w:rPr>
          <w:rFonts w:ascii="Corbel" w:hAnsi="Corbel"/>
          <w:bCs/>
          <w:i/>
        </w:rPr>
        <w:t xml:space="preserve">Załącznik nr 1.5 do Zarządzenia Rektora UR  nr </w:t>
      </w:r>
      <w:r w:rsidR="00D638ED">
        <w:rPr>
          <w:rFonts w:ascii="Corbel" w:hAnsi="Corbel"/>
          <w:bCs/>
          <w:i/>
        </w:rPr>
        <w:t>61/2025</w:t>
      </w:r>
    </w:p>
    <w:p w14:paraId="47764600" w14:textId="19A28E7F" w:rsidR="006E5D65" w:rsidRPr="00B75F0E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F683CC1" w14:textId="77777777" w:rsidR="0085747A" w:rsidRPr="00B75F0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75F0E">
        <w:rPr>
          <w:rFonts w:ascii="Corbel" w:hAnsi="Corbel"/>
          <w:b/>
          <w:smallCaps/>
          <w:sz w:val="24"/>
          <w:szCs w:val="24"/>
        </w:rPr>
        <w:t>SYLABUS</w:t>
      </w:r>
    </w:p>
    <w:p w14:paraId="7920F9BE" w14:textId="0D95E139" w:rsidR="006F0511" w:rsidRPr="00B75F0E" w:rsidRDefault="0071620A" w:rsidP="006F05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75F0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75F0E">
        <w:rPr>
          <w:rFonts w:ascii="Corbel" w:hAnsi="Corbel"/>
          <w:b/>
          <w:smallCaps/>
          <w:sz w:val="24"/>
          <w:szCs w:val="24"/>
        </w:rPr>
        <w:t xml:space="preserve"> </w:t>
      </w:r>
      <w:r w:rsidR="006F0511" w:rsidRPr="00B75F0E">
        <w:rPr>
          <w:rFonts w:ascii="Corbel" w:hAnsi="Corbel"/>
          <w:i/>
          <w:smallCaps/>
          <w:sz w:val="24"/>
          <w:szCs w:val="24"/>
        </w:rPr>
        <w:t>202</w:t>
      </w:r>
      <w:r w:rsidR="00D638ED">
        <w:rPr>
          <w:rFonts w:ascii="Corbel" w:hAnsi="Corbel"/>
          <w:i/>
          <w:smallCaps/>
          <w:sz w:val="24"/>
          <w:szCs w:val="24"/>
        </w:rPr>
        <w:t>5</w:t>
      </w:r>
      <w:r w:rsidR="006F0511" w:rsidRPr="00B75F0E">
        <w:rPr>
          <w:rFonts w:ascii="Corbel" w:hAnsi="Corbel"/>
          <w:i/>
          <w:smallCaps/>
          <w:sz w:val="24"/>
          <w:szCs w:val="24"/>
        </w:rPr>
        <w:t xml:space="preserve"> – 202</w:t>
      </w:r>
      <w:r w:rsidR="00D638ED">
        <w:rPr>
          <w:rFonts w:ascii="Corbel" w:hAnsi="Corbel"/>
          <w:i/>
          <w:smallCaps/>
          <w:sz w:val="24"/>
          <w:szCs w:val="24"/>
        </w:rPr>
        <w:t>7</w:t>
      </w:r>
    </w:p>
    <w:p w14:paraId="0119E9BC" w14:textId="74259AF9" w:rsidR="006F0511" w:rsidRPr="00B75F0E" w:rsidRDefault="006F0511" w:rsidP="006F05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E8B6F71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E8B6F71">
        <w:rPr>
          <w:rFonts w:ascii="Corbel" w:hAnsi="Corbel"/>
          <w:i/>
          <w:iCs/>
          <w:sz w:val="20"/>
          <w:szCs w:val="20"/>
        </w:rPr>
        <w:t>(skrajne daty</w:t>
      </w:r>
      <w:r w:rsidRPr="4E8B6F71">
        <w:rPr>
          <w:rFonts w:ascii="Corbel" w:hAnsi="Corbel"/>
          <w:sz w:val="20"/>
          <w:szCs w:val="20"/>
        </w:rPr>
        <w:t>)</w:t>
      </w:r>
    </w:p>
    <w:p w14:paraId="5A288093" w14:textId="75707A93" w:rsidR="006F0511" w:rsidRPr="00B75F0E" w:rsidRDefault="006F0511" w:rsidP="4E8B6F71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75F0E">
        <w:rPr>
          <w:rFonts w:ascii="Corbel" w:hAnsi="Corbel"/>
          <w:sz w:val="20"/>
          <w:szCs w:val="20"/>
        </w:rPr>
        <w:tab/>
      </w:r>
      <w:r w:rsidRPr="00B75F0E">
        <w:rPr>
          <w:rFonts w:ascii="Corbel" w:hAnsi="Corbel"/>
          <w:sz w:val="20"/>
          <w:szCs w:val="20"/>
        </w:rPr>
        <w:tab/>
      </w:r>
      <w:r w:rsidRPr="00B75F0E">
        <w:rPr>
          <w:rFonts w:ascii="Corbel" w:hAnsi="Corbel"/>
          <w:sz w:val="20"/>
          <w:szCs w:val="20"/>
        </w:rPr>
        <w:tab/>
      </w:r>
      <w:r w:rsidRPr="00B75F0E">
        <w:rPr>
          <w:rFonts w:ascii="Corbel" w:hAnsi="Corbel"/>
          <w:sz w:val="20"/>
          <w:szCs w:val="20"/>
        </w:rPr>
        <w:tab/>
        <w:t>Rok akademicki 202</w:t>
      </w:r>
      <w:r w:rsidR="00DC11AB">
        <w:rPr>
          <w:rFonts w:ascii="Corbel" w:hAnsi="Corbel"/>
          <w:sz w:val="20"/>
          <w:szCs w:val="20"/>
        </w:rPr>
        <w:t>6</w:t>
      </w:r>
      <w:r w:rsidRPr="00B75F0E">
        <w:rPr>
          <w:rFonts w:ascii="Corbel" w:hAnsi="Corbel"/>
          <w:sz w:val="20"/>
          <w:szCs w:val="20"/>
        </w:rPr>
        <w:t>/202</w:t>
      </w:r>
      <w:r w:rsidR="00DC11AB">
        <w:rPr>
          <w:rFonts w:ascii="Corbel" w:hAnsi="Corbel"/>
          <w:sz w:val="20"/>
          <w:szCs w:val="20"/>
        </w:rPr>
        <w:t>7</w:t>
      </w:r>
    </w:p>
    <w:p w14:paraId="674621DC" w14:textId="5ED978D8" w:rsidR="0085747A" w:rsidRPr="00B75F0E" w:rsidRDefault="0085747A" w:rsidP="006F051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88DF32E" w14:textId="77777777" w:rsidR="0085747A" w:rsidRPr="00B75F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75F0E">
        <w:rPr>
          <w:rFonts w:ascii="Corbel" w:hAnsi="Corbel"/>
          <w:szCs w:val="24"/>
        </w:rPr>
        <w:t xml:space="preserve">1. </w:t>
      </w:r>
      <w:r w:rsidR="0085747A" w:rsidRPr="00B75F0E">
        <w:rPr>
          <w:rFonts w:ascii="Corbel" w:hAnsi="Corbel"/>
          <w:szCs w:val="24"/>
        </w:rPr>
        <w:t xml:space="preserve">Podstawowe </w:t>
      </w:r>
      <w:r w:rsidR="00445970" w:rsidRPr="00B75F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F0E" w:rsidRPr="00B75F0E" w14:paraId="1C13DFF5" w14:textId="77777777" w:rsidTr="43805FFF">
        <w:tc>
          <w:tcPr>
            <w:tcW w:w="2694" w:type="dxa"/>
            <w:vAlign w:val="center"/>
          </w:tcPr>
          <w:p w14:paraId="48B6E1A9" w14:textId="77777777" w:rsidR="0085747A" w:rsidRPr="00B75F0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FBE1D8" w14:textId="058992D4" w:rsidR="0085747A" w:rsidRPr="00B75F0E" w:rsidRDefault="00F85326" w:rsidP="4E8B6F71">
            <w:pPr>
              <w:spacing w:after="0" w:line="240" w:lineRule="auto"/>
              <w:rPr>
                <w:rFonts w:cs="Calibri"/>
                <w:b/>
                <w:bCs/>
                <w:lang w:eastAsia="pl-PL"/>
              </w:rPr>
            </w:pPr>
            <w:r w:rsidRPr="4E8B6F71">
              <w:rPr>
                <w:rFonts w:cs="Calibri"/>
                <w:b/>
                <w:bCs/>
              </w:rPr>
              <w:t>Gospodar</w:t>
            </w:r>
            <w:r w:rsidR="002423A1">
              <w:rPr>
                <w:rFonts w:cs="Calibri"/>
                <w:b/>
                <w:bCs/>
              </w:rPr>
              <w:t>owanie</w:t>
            </w:r>
            <w:r w:rsidRPr="4E8B6F71">
              <w:rPr>
                <w:rFonts w:cs="Calibri"/>
                <w:b/>
                <w:bCs/>
              </w:rPr>
              <w:t xml:space="preserve"> nieruchomościami</w:t>
            </w:r>
          </w:p>
        </w:tc>
      </w:tr>
      <w:tr w:rsidR="00B75F0E" w:rsidRPr="00B75F0E" w14:paraId="325E745B" w14:textId="77777777" w:rsidTr="43805FFF">
        <w:tc>
          <w:tcPr>
            <w:tcW w:w="2694" w:type="dxa"/>
            <w:vAlign w:val="center"/>
          </w:tcPr>
          <w:p w14:paraId="41836E3B" w14:textId="77777777" w:rsidR="0085747A" w:rsidRPr="00B75F0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75F0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28980F" w14:textId="6D1E5EE3" w:rsidR="0085747A" w:rsidRPr="00B75F0E" w:rsidRDefault="00A35A26" w:rsidP="00A35A26">
            <w:pPr>
              <w:spacing w:after="0" w:line="240" w:lineRule="auto"/>
              <w:rPr>
                <w:rFonts w:cs="Calibri"/>
                <w:lang w:eastAsia="pl-PL"/>
              </w:rPr>
            </w:pPr>
            <w:r w:rsidRPr="00B75F0E">
              <w:rPr>
                <w:rFonts w:cs="Calibri"/>
              </w:rPr>
              <w:t>A2SO4</w:t>
            </w:r>
            <w:r w:rsidR="00F85326" w:rsidRPr="00B75F0E">
              <w:rPr>
                <w:rFonts w:cs="Calibri"/>
              </w:rPr>
              <w:t>7</w:t>
            </w:r>
          </w:p>
        </w:tc>
      </w:tr>
      <w:tr w:rsidR="00B75F0E" w:rsidRPr="00B75F0E" w14:paraId="01074105" w14:textId="77777777" w:rsidTr="43805FFF">
        <w:tc>
          <w:tcPr>
            <w:tcW w:w="2694" w:type="dxa"/>
            <w:vAlign w:val="center"/>
          </w:tcPr>
          <w:p w14:paraId="6CA29907" w14:textId="77777777" w:rsidR="006F0511" w:rsidRPr="00B75F0E" w:rsidRDefault="006F0511" w:rsidP="006F051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D596CF" w14:textId="7C80E4D9" w:rsidR="006F0511" w:rsidRPr="00B75F0E" w:rsidRDefault="00C06FB8" w:rsidP="4E8B6F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B75F0E" w:rsidRPr="00B75F0E" w14:paraId="71C2BC76" w14:textId="77777777" w:rsidTr="43805FFF">
        <w:tc>
          <w:tcPr>
            <w:tcW w:w="2694" w:type="dxa"/>
            <w:vAlign w:val="center"/>
          </w:tcPr>
          <w:p w14:paraId="0E560AAD" w14:textId="77777777" w:rsidR="006F0511" w:rsidRPr="00B75F0E" w:rsidRDefault="006F0511" w:rsidP="006F05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E4489F" w14:textId="6C864C5F" w:rsidR="006F0511" w:rsidRPr="00B75F0E" w:rsidRDefault="00803F4E" w:rsidP="4E8B6F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</w:t>
            </w:r>
            <w:r w:rsidR="006F0511" w:rsidRPr="4E8B6F7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Prawa i Postępowania Administracyjnego</w:t>
            </w:r>
          </w:p>
        </w:tc>
      </w:tr>
      <w:tr w:rsidR="00B75F0E" w:rsidRPr="00B75F0E" w14:paraId="794AEB62" w14:textId="77777777" w:rsidTr="43805FFF">
        <w:tc>
          <w:tcPr>
            <w:tcW w:w="2694" w:type="dxa"/>
            <w:vAlign w:val="center"/>
          </w:tcPr>
          <w:p w14:paraId="56C4E201" w14:textId="77777777" w:rsidR="00A35A26" w:rsidRPr="00B75F0E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1F2E95" w14:textId="760B061F" w:rsidR="00A35A26" w:rsidRPr="00B75F0E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</w:t>
            </w:r>
            <w:r w:rsidR="00194879"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racja</w:t>
            </w:r>
          </w:p>
        </w:tc>
      </w:tr>
      <w:tr w:rsidR="00B75F0E" w:rsidRPr="00B75F0E" w14:paraId="02AB5364" w14:textId="77777777" w:rsidTr="43805FFF">
        <w:tc>
          <w:tcPr>
            <w:tcW w:w="2694" w:type="dxa"/>
            <w:vAlign w:val="center"/>
          </w:tcPr>
          <w:p w14:paraId="4A3505F6" w14:textId="77777777" w:rsidR="00A35A26" w:rsidRPr="00B75F0E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3295D7" w14:textId="32F3FBB3" w:rsidR="00A35A26" w:rsidRPr="00B75F0E" w:rsidRDefault="00194879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B75F0E" w:rsidRPr="00B75F0E" w14:paraId="0CDC0920" w14:textId="77777777" w:rsidTr="43805FFF">
        <w:tc>
          <w:tcPr>
            <w:tcW w:w="2694" w:type="dxa"/>
            <w:vAlign w:val="center"/>
          </w:tcPr>
          <w:p w14:paraId="01AAE798" w14:textId="77777777" w:rsidR="00A35A26" w:rsidRPr="00B75F0E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83518B" w14:textId="11401DFB" w:rsidR="00A35A26" w:rsidRPr="00B75F0E" w:rsidRDefault="00A35A26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75F0E" w:rsidRPr="00B75F0E" w14:paraId="18F674BF" w14:textId="77777777" w:rsidTr="43805FFF">
        <w:tc>
          <w:tcPr>
            <w:tcW w:w="2694" w:type="dxa"/>
            <w:vAlign w:val="center"/>
          </w:tcPr>
          <w:p w14:paraId="7056D55A" w14:textId="77777777" w:rsidR="00A35A26" w:rsidRPr="00B75F0E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43C557" w14:textId="66467692" w:rsidR="00A35A26" w:rsidRPr="00B75F0E" w:rsidRDefault="00341FDE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A35A26"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75F0E" w:rsidRPr="00B75F0E" w14:paraId="3D1DD2A3" w14:textId="77777777" w:rsidTr="43805FFF">
        <w:tc>
          <w:tcPr>
            <w:tcW w:w="2694" w:type="dxa"/>
            <w:vAlign w:val="center"/>
          </w:tcPr>
          <w:p w14:paraId="41E98A92" w14:textId="77777777" w:rsidR="00A35A26" w:rsidRPr="00B75F0E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775CBF2" w14:textId="09CCE0E9" w:rsidR="00A35A26" w:rsidRPr="00B75F0E" w:rsidRDefault="00A35A26" w:rsidP="4E8B6F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E8B6F7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/ 3 </w:t>
            </w:r>
          </w:p>
        </w:tc>
      </w:tr>
      <w:tr w:rsidR="00B75F0E" w:rsidRPr="00B75F0E" w14:paraId="1E0E0800" w14:textId="77777777" w:rsidTr="43805FFF">
        <w:tc>
          <w:tcPr>
            <w:tcW w:w="2694" w:type="dxa"/>
            <w:vAlign w:val="center"/>
          </w:tcPr>
          <w:p w14:paraId="3C269B3F" w14:textId="77777777" w:rsidR="00A35A26" w:rsidRPr="00B75F0E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1E862C" w14:textId="080131A5" w:rsidR="00A35A26" w:rsidRPr="00B75F0E" w:rsidRDefault="6A84510B" w:rsidP="43805FFF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43805FFF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75F0E" w:rsidRPr="00B75F0E" w14:paraId="7B6E123D" w14:textId="77777777" w:rsidTr="43805FFF">
        <w:tc>
          <w:tcPr>
            <w:tcW w:w="2694" w:type="dxa"/>
            <w:vAlign w:val="center"/>
          </w:tcPr>
          <w:p w14:paraId="1B559C74" w14:textId="77777777" w:rsidR="00A35A26" w:rsidRPr="00B75F0E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5FC750" w14:textId="5D9135AD" w:rsidR="00A35A26" w:rsidRPr="00B75F0E" w:rsidRDefault="002423A1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A35A26"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75F0E" w:rsidRPr="00B75F0E" w14:paraId="5DEAC29A" w14:textId="77777777" w:rsidTr="43805FFF">
        <w:tc>
          <w:tcPr>
            <w:tcW w:w="2694" w:type="dxa"/>
            <w:vAlign w:val="center"/>
          </w:tcPr>
          <w:p w14:paraId="48BEA79E" w14:textId="77777777" w:rsidR="00A35A26" w:rsidRPr="00B75F0E" w:rsidRDefault="00A35A26" w:rsidP="00A35A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31432C" w14:textId="2308B4C4" w:rsidR="00A35A26" w:rsidRPr="00B75F0E" w:rsidRDefault="006F672C" w:rsidP="00A35A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Ura</w:t>
            </w:r>
          </w:p>
        </w:tc>
      </w:tr>
      <w:tr w:rsidR="00B75F0E" w:rsidRPr="00B75F0E" w14:paraId="70D2FEE4" w14:textId="77777777" w:rsidTr="43805FFF">
        <w:tc>
          <w:tcPr>
            <w:tcW w:w="2694" w:type="dxa"/>
            <w:vAlign w:val="center"/>
          </w:tcPr>
          <w:p w14:paraId="12388310" w14:textId="77777777" w:rsidR="00882E8D" w:rsidRPr="00B75F0E" w:rsidRDefault="00882E8D" w:rsidP="00882E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08AC9F" w14:textId="66F02968" w:rsidR="00882E8D" w:rsidRPr="00B75F0E" w:rsidRDefault="00882E8D" w:rsidP="00882E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color w:val="auto"/>
                <w:sz w:val="24"/>
                <w:szCs w:val="24"/>
              </w:rPr>
              <w:t>dr Ewa Bonusiak</w:t>
            </w:r>
          </w:p>
        </w:tc>
      </w:tr>
    </w:tbl>
    <w:p w14:paraId="69895455" w14:textId="257C44F8" w:rsidR="0085747A" w:rsidRPr="00B75F0E" w:rsidRDefault="0085747A" w:rsidP="006F672C">
      <w:pPr>
        <w:pStyle w:val="Podpunkty"/>
        <w:ind w:left="0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 xml:space="preserve">* </w:t>
      </w:r>
      <w:r w:rsidRPr="00B75F0E">
        <w:rPr>
          <w:rFonts w:ascii="Corbel" w:hAnsi="Corbel"/>
          <w:i/>
          <w:sz w:val="24"/>
          <w:szCs w:val="24"/>
        </w:rPr>
        <w:t>-</w:t>
      </w:r>
      <w:r w:rsidR="00B90885" w:rsidRPr="00B75F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75F0E">
        <w:rPr>
          <w:rFonts w:ascii="Corbel" w:hAnsi="Corbel"/>
          <w:b w:val="0"/>
          <w:sz w:val="24"/>
          <w:szCs w:val="24"/>
        </w:rPr>
        <w:t>e,</w:t>
      </w:r>
      <w:r w:rsidRPr="00B75F0E">
        <w:rPr>
          <w:rFonts w:ascii="Corbel" w:hAnsi="Corbel"/>
          <w:i/>
          <w:sz w:val="24"/>
          <w:szCs w:val="24"/>
        </w:rPr>
        <w:t xml:space="preserve"> </w:t>
      </w:r>
      <w:r w:rsidRPr="00B75F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75F0E">
        <w:rPr>
          <w:rFonts w:ascii="Corbel" w:hAnsi="Corbel"/>
          <w:b w:val="0"/>
          <w:i/>
          <w:sz w:val="24"/>
          <w:szCs w:val="24"/>
        </w:rPr>
        <w:t>w Jednostce</w:t>
      </w:r>
    </w:p>
    <w:p w14:paraId="5475231C" w14:textId="77777777" w:rsidR="00923D7D" w:rsidRPr="00B75F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D0C808" w14:textId="77777777" w:rsidR="0085747A" w:rsidRPr="00B75F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>1.</w:t>
      </w:r>
      <w:r w:rsidR="00E22FBC" w:rsidRPr="00B75F0E">
        <w:rPr>
          <w:rFonts w:ascii="Corbel" w:hAnsi="Corbel"/>
          <w:sz w:val="24"/>
          <w:szCs w:val="24"/>
        </w:rPr>
        <w:t>1</w:t>
      </w:r>
      <w:r w:rsidRPr="00B75F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96B318" w14:textId="77777777" w:rsidR="00923D7D" w:rsidRPr="00B75F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22"/>
        <w:gridCol w:w="788"/>
        <w:gridCol w:w="915"/>
        <w:gridCol w:w="737"/>
        <w:gridCol w:w="821"/>
        <w:gridCol w:w="763"/>
        <w:gridCol w:w="948"/>
        <w:gridCol w:w="1189"/>
        <w:gridCol w:w="1505"/>
      </w:tblGrid>
      <w:tr w:rsidR="00B75F0E" w:rsidRPr="00B75F0E" w14:paraId="6BF2F783" w14:textId="77777777" w:rsidTr="4E8B6F71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E8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Semestr</w:t>
            </w:r>
          </w:p>
          <w:p w14:paraId="0B0D603F" w14:textId="77777777" w:rsidR="00015B8F" w:rsidRPr="00B75F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(</w:t>
            </w:r>
            <w:r w:rsidR="00363F78" w:rsidRPr="00B75F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16DF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75F0E">
              <w:rPr>
                <w:rFonts w:ascii="Corbel" w:hAnsi="Corbel"/>
                <w:szCs w:val="24"/>
              </w:rPr>
              <w:t>Wykł</w:t>
            </w:r>
            <w:proofErr w:type="spellEnd"/>
            <w:r w:rsidRPr="00B75F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3583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CDE4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75F0E">
              <w:rPr>
                <w:rFonts w:ascii="Corbel" w:hAnsi="Corbel"/>
                <w:szCs w:val="24"/>
              </w:rPr>
              <w:t>Konw</w:t>
            </w:r>
            <w:proofErr w:type="spellEnd"/>
            <w:r w:rsidRPr="00B75F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5B81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15C4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75F0E">
              <w:rPr>
                <w:rFonts w:ascii="Corbel" w:hAnsi="Corbel"/>
                <w:szCs w:val="24"/>
              </w:rPr>
              <w:t>Sem</w:t>
            </w:r>
            <w:proofErr w:type="spellEnd"/>
            <w:r w:rsidRPr="00B75F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D8FF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6B7B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75F0E">
              <w:rPr>
                <w:rFonts w:ascii="Corbel" w:hAnsi="Corbel"/>
                <w:szCs w:val="24"/>
              </w:rPr>
              <w:t>Prakt</w:t>
            </w:r>
            <w:proofErr w:type="spellEnd"/>
            <w:r w:rsidRPr="00B75F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140C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75F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B2FB" w14:textId="77777777" w:rsidR="00015B8F" w:rsidRPr="00B75F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75F0E">
              <w:rPr>
                <w:rFonts w:ascii="Corbel" w:hAnsi="Corbel"/>
                <w:b/>
                <w:szCs w:val="24"/>
              </w:rPr>
              <w:t>Liczba pkt</w:t>
            </w:r>
            <w:r w:rsidR="00B90885" w:rsidRPr="00B75F0E">
              <w:rPr>
                <w:rFonts w:ascii="Corbel" w:hAnsi="Corbel"/>
                <w:b/>
                <w:szCs w:val="24"/>
              </w:rPr>
              <w:t>.</w:t>
            </w:r>
            <w:r w:rsidRPr="00B75F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75F0E" w:rsidRPr="00B75F0E" w14:paraId="55B13173" w14:textId="77777777" w:rsidTr="006F672C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3C7F" w14:textId="540219F3" w:rsidR="00015B8F" w:rsidRPr="00B75F0E" w:rsidRDefault="00882E8D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C129" w14:textId="5F641664" w:rsidR="00015B8F" w:rsidRPr="00B75F0E" w:rsidRDefault="00194879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0063" w14:textId="7C2BF225" w:rsidR="00015B8F" w:rsidRPr="00B75F0E" w:rsidRDefault="00015B8F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9C2C" w14:textId="77777777" w:rsidR="00015B8F" w:rsidRPr="00B75F0E" w:rsidRDefault="00015B8F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2565" w14:textId="77777777" w:rsidR="00015B8F" w:rsidRPr="00B75F0E" w:rsidRDefault="00015B8F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4C43" w14:textId="77777777" w:rsidR="00015B8F" w:rsidRPr="00B75F0E" w:rsidRDefault="00015B8F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8580" w14:textId="77777777" w:rsidR="00015B8F" w:rsidRPr="00B75F0E" w:rsidRDefault="00015B8F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4D33" w14:textId="77777777" w:rsidR="00015B8F" w:rsidRPr="00B75F0E" w:rsidRDefault="00015B8F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853B" w14:textId="77777777" w:rsidR="00015B8F" w:rsidRPr="00B75F0E" w:rsidRDefault="00015B8F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EAE4" w14:textId="33BD7FFF" w:rsidR="00015B8F" w:rsidRPr="00B75F0E" w:rsidRDefault="313971F4" w:rsidP="006F67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E8B6F7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3104C1" w14:textId="77777777" w:rsidR="00923D7D" w:rsidRPr="00B75F0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3DA327" w14:textId="77777777" w:rsidR="0085747A" w:rsidRPr="00B75F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>1.</w:t>
      </w:r>
      <w:r w:rsidR="00E22FBC" w:rsidRPr="00B75F0E">
        <w:rPr>
          <w:rFonts w:ascii="Corbel" w:hAnsi="Corbel"/>
          <w:smallCaps w:val="0"/>
          <w:szCs w:val="24"/>
        </w:rPr>
        <w:t>2</w:t>
      </w:r>
      <w:r w:rsidR="00F83B28" w:rsidRPr="00B75F0E">
        <w:rPr>
          <w:rFonts w:ascii="Corbel" w:hAnsi="Corbel"/>
          <w:smallCaps w:val="0"/>
          <w:szCs w:val="24"/>
        </w:rPr>
        <w:t>.</w:t>
      </w:r>
      <w:r w:rsidR="00F83B28" w:rsidRPr="00B75F0E">
        <w:rPr>
          <w:rFonts w:ascii="Corbel" w:hAnsi="Corbel"/>
          <w:smallCaps w:val="0"/>
          <w:szCs w:val="24"/>
        </w:rPr>
        <w:tab/>
      </w:r>
      <w:r w:rsidRPr="00B75F0E">
        <w:rPr>
          <w:rFonts w:ascii="Corbel" w:hAnsi="Corbel"/>
          <w:smallCaps w:val="0"/>
          <w:szCs w:val="24"/>
        </w:rPr>
        <w:t xml:space="preserve">Sposób realizacji zajęć  </w:t>
      </w:r>
    </w:p>
    <w:p w14:paraId="7E4FCC37" w14:textId="77777777" w:rsidR="006F672C" w:rsidRDefault="006F672C" w:rsidP="4E8B6F7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2EA8F885" w14:textId="0AF01458" w:rsidR="0085747A" w:rsidRPr="00B75F0E" w:rsidRDefault="006F672C" w:rsidP="4E8B6F7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</w:t>
      </w:r>
      <w:r w:rsidR="0085747A" w:rsidRPr="4E8B6F71">
        <w:rPr>
          <w:rFonts w:ascii="Corbel" w:hAnsi="Corbel"/>
          <w:b w:val="0"/>
          <w:smallCaps w:val="0"/>
        </w:rPr>
        <w:t xml:space="preserve">zajęcia w formie tradycyjnej </w:t>
      </w:r>
    </w:p>
    <w:p w14:paraId="2352C8A1" w14:textId="6090ADDC" w:rsidR="0085747A" w:rsidRPr="00B75F0E" w:rsidRDefault="006F672C" w:rsidP="4E8B6F7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</w:t>
      </w:r>
      <w:r w:rsidR="0085747A" w:rsidRPr="4E8B6F71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39E798D0" w14:textId="77777777" w:rsidR="0085747A" w:rsidRPr="00B75F0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DE329E" w14:textId="1908E7CE" w:rsidR="00E22FBC" w:rsidRPr="00B75F0E" w:rsidRDefault="00E22FBC" w:rsidP="006F672C">
      <w:pPr>
        <w:pStyle w:val="Punktygwne"/>
        <w:tabs>
          <w:tab w:val="left" w:pos="709"/>
        </w:tabs>
        <w:spacing w:before="0" w:after="0"/>
        <w:ind w:left="709" w:right="-143" w:hanging="425"/>
        <w:rPr>
          <w:rFonts w:ascii="Corbel" w:hAnsi="Corbel"/>
          <w:b w:val="0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1.3 </w:t>
      </w:r>
      <w:r w:rsidR="00F83B28" w:rsidRPr="00B75F0E">
        <w:rPr>
          <w:rFonts w:ascii="Corbel" w:hAnsi="Corbel"/>
          <w:smallCaps w:val="0"/>
          <w:szCs w:val="24"/>
        </w:rPr>
        <w:tab/>
      </w:r>
      <w:r w:rsidRPr="00B75F0E">
        <w:rPr>
          <w:rFonts w:ascii="Corbel" w:hAnsi="Corbel"/>
          <w:smallCaps w:val="0"/>
          <w:szCs w:val="24"/>
        </w:rPr>
        <w:t>For</w:t>
      </w:r>
      <w:r w:rsidR="00445970" w:rsidRPr="00B75F0E">
        <w:rPr>
          <w:rFonts w:ascii="Corbel" w:hAnsi="Corbel"/>
          <w:smallCaps w:val="0"/>
          <w:szCs w:val="24"/>
        </w:rPr>
        <w:t xml:space="preserve">ma zaliczenia przedmiotu </w:t>
      </w:r>
      <w:r w:rsidRPr="00B75F0E">
        <w:rPr>
          <w:rFonts w:ascii="Corbel" w:hAnsi="Corbel"/>
          <w:smallCaps w:val="0"/>
          <w:szCs w:val="24"/>
        </w:rPr>
        <w:t xml:space="preserve"> (z toku) </w:t>
      </w:r>
      <w:r w:rsidRPr="00B75F0E">
        <w:rPr>
          <w:rFonts w:ascii="Corbel" w:hAnsi="Corbel"/>
          <w:b w:val="0"/>
          <w:smallCaps w:val="0"/>
          <w:szCs w:val="24"/>
        </w:rPr>
        <w:t>(</w:t>
      </w:r>
      <w:r w:rsidRPr="006F672C">
        <w:rPr>
          <w:rFonts w:ascii="Corbel" w:hAnsi="Corbel"/>
          <w:bCs/>
          <w:smallCaps w:val="0"/>
          <w:szCs w:val="24"/>
          <w:u w:val="single"/>
        </w:rPr>
        <w:t>egzamin</w:t>
      </w:r>
      <w:r w:rsidRPr="00B75F0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EB21697" w14:textId="77777777" w:rsidR="00DB2FDB" w:rsidRPr="00B75F0E" w:rsidRDefault="00DB2FDB" w:rsidP="00DB2FDB">
      <w:pPr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</w:p>
    <w:p w14:paraId="06660920" w14:textId="59636FA3" w:rsidR="00DB2FDB" w:rsidRPr="00B75F0E" w:rsidRDefault="00913FBE" w:rsidP="00DB2FD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B352BB">
        <w:rPr>
          <w:rFonts w:ascii="Corbel" w:eastAsia="Cambria" w:hAnsi="Corbel"/>
          <w:sz w:val="24"/>
          <w:szCs w:val="24"/>
        </w:rPr>
        <w:t>E</w:t>
      </w:r>
      <w:r w:rsidR="00DB2FDB" w:rsidRPr="00B352BB">
        <w:rPr>
          <w:rFonts w:ascii="Corbel" w:eastAsia="Cambria" w:hAnsi="Corbel"/>
          <w:sz w:val="24"/>
          <w:szCs w:val="24"/>
        </w:rPr>
        <w:t>g</w:t>
      </w:r>
      <w:r w:rsidR="00DB2FDB" w:rsidRPr="4E8B6F71">
        <w:rPr>
          <w:rFonts w:ascii="Corbel" w:eastAsia="Cambria" w:hAnsi="Corbel"/>
          <w:sz w:val="24"/>
          <w:szCs w:val="24"/>
        </w:rPr>
        <w:t>zamin w formie pisemnej lub ustnej.</w:t>
      </w:r>
      <w:r>
        <w:rPr>
          <w:rFonts w:ascii="Corbel" w:eastAsia="Cambria" w:hAnsi="Corbel"/>
          <w:sz w:val="24"/>
          <w:szCs w:val="24"/>
        </w:rPr>
        <w:t xml:space="preserve"> </w:t>
      </w:r>
      <w:r w:rsidRPr="005F58EA">
        <w:rPr>
          <w:rFonts w:ascii="Corbel" w:eastAsia="Cambria" w:hAnsi="Corbel"/>
          <w:sz w:val="24"/>
          <w:szCs w:val="24"/>
        </w:rPr>
        <w:t>Możliwa jest również bieżąca ocena wiedzy studenta – w postaci pytań kontrolnych, odpowiedzi pisemnych, przedstawienia prezentacji multimedialnej lub referatu.</w:t>
      </w:r>
    </w:p>
    <w:p w14:paraId="32BF20D6" w14:textId="77777777" w:rsidR="008A131C" w:rsidRPr="00B75F0E" w:rsidRDefault="008A13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FD2A378" w14:textId="77777777" w:rsidR="006F672C" w:rsidRDefault="006F672C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2374C96A" w14:textId="23402B87" w:rsidR="00E960BB" w:rsidRPr="00B75F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E8B6F71">
        <w:rPr>
          <w:rFonts w:ascii="Corbel" w:hAnsi="Corbel"/>
        </w:rPr>
        <w:lastRenderedPageBreak/>
        <w:t xml:space="preserve">2.Wymagania wstępne </w:t>
      </w:r>
    </w:p>
    <w:p w14:paraId="0ED2221A" w14:textId="69B2C870" w:rsidR="4E8B6F71" w:rsidRDefault="4E8B6F71" w:rsidP="4E8B6F71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75F0E" w14:paraId="7641A10F" w14:textId="77777777" w:rsidTr="00745302">
        <w:tc>
          <w:tcPr>
            <w:tcW w:w="9670" w:type="dxa"/>
          </w:tcPr>
          <w:p w14:paraId="3DAECED5" w14:textId="2698F998" w:rsidR="0085747A" w:rsidRPr="00B75F0E" w:rsidRDefault="00DB2FD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</w:t>
            </w:r>
            <w:r w:rsidR="00F9427A" w:rsidRPr="00B75F0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oraz prawa cywilnego</w:t>
            </w:r>
          </w:p>
        </w:tc>
      </w:tr>
    </w:tbl>
    <w:p w14:paraId="4ECCBAED" w14:textId="77777777" w:rsidR="00153C41" w:rsidRPr="00B75F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2C0751" w14:textId="77777777" w:rsidR="0085747A" w:rsidRPr="00B75F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75F0E">
        <w:rPr>
          <w:rFonts w:ascii="Corbel" w:hAnsi="Corbel"/>
          <w:szCs w:val="24"/>
        </w:rPr>
        <w:t>3.</w:t>
      </w:r>
      <w:r w:rsidR="0085747A" w:rsidRPr="00B75F0E">
        <w:rPr>
          <w:rFonts w:ascii="Corbel" w:hAnsi="Corbel"/>
          <w:szCs w:val="24"/>
        </w:rPr>
        <w:t xml:space="preserve"> </w:t>
      </w:r>
      <w:r w:rsidR="00A84C85" w:rsidRPr="00B75F0E">
        <w:rPr>
          <w:rFonts w:ascii="Corbel" w:hAnsi="Corbel"/>
          <w:szCs w:val="24"/>
        </w:rPr>
        <w:t>cele, efekty uczenia się</w:t>
      </w:r>
      <w:r w:rsidR="0085747A" w:rsidRPr="00B75F0E">
        <w:rPr>
          <w:rFonts w:ascii="Corbel" w:hAnsi="Corbel"/>
          <w:szCs w:val="24"/>
        </w:rPr>
        <w:t xml:space="preserve"> , treści Programowe i stosowane metody Dydaktyczne</w:t>
      </w:r>
    </w:p>
    <w:p w14:paraId="77217382" w14:textId="77777777" w:rsidR="0085747A" w:rsidRPr="00B75F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592E32" w14:textId="77777777" w:rsidR="0085747A" w:rsidRPr="00B75F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 xml:space="preserve">3.1 </w:t>
      </w:r>
      <w:r w:rsidR="00C05F44" w:rsidRPr="00B75F0E">
        <w:rPr>
          <w:rFonts w:ascii="Corbel" w:hAnsi="Corbel"/>
          <w:sz w:val="24"/>
          <w:szCs w:val="24"/>
        </w:rPr>
        <w:t>Cele przedmiotu</w:t>
      </w:r>
    </w:p>
    <w:p w14:paraId="4D4E2AA0" w14:textId="77777777" w:rsidR="00F83B28" w:rsidRPr="00B75F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75F0E" w:rsidRPr="00B75F0E" w14:paraId="5656F713" w14:textId="77777777" w:rsidTr="00DF2A59">
        <w:tc>
          <w:tcPr>
            <w:tcW w:w="843" w:type="dxa"/>
            <w:vAlign w:val="center"/>
          </w:tcPr>
          <w:p w14:paraId="4AC61CA2" w14:textId="77777777" w:rsidR="0085747A" w:rsidRPr="00B75F0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D454AE5" w14:textId="7478D330" w:rsidR="0085747A" w:rsidRPr="00B75F0E" w:rsidRDefault="001B70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zasadami gospodarowania nieruchomościami stanowiącymi własność Skarbu Państwa oraz własność jednostek samorządu terytorialnego</w:t>
            </w:r>
          </w:p>
        </w:tc>
      </w:tr>
      <w:tr w:rsidR="0085747A" w:rsidRPr="00B75F0E" w14:paraId="5F4EF158" w14:textId="77777777" w:rsidTr="00DF2A59">
        <w:tc>
          <w:tcPr>
            <w:tcW w:w="843" w:type="dxa"/>
            <w:vAlign w:val="center"/>
          </w:tcPr>
          <w:p w14:paraId="61518378" w14:textId="10E45F90" w:rsidR="0085747A" w:rsidRPr="00B75F0E" w:rsidRDefault="001B70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F2D7E32" w14:textId="7CD12614" w:rsidR="0085747A" w:rsidRPr="00B75F0E" w:rsidRDefault="00CC2C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5F0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B7068" w:rsidRPr="00B75F0E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DF2A59" w:rsidRPr="00B75F0E">
              <w:rPr>
                <w:rFonts w:ascii="Corbel" w:hAnsi="Corbel"/>
                <w:b w:val="0"/>
                <w:sz w:val="24"/>
                <w:szCs w:val="24"/>
              </w:rPr>
              <w:t>lem przedmiotu jest</w:t>
            </w:r>
            <w:r w:rsidRPr="00B75F0E">
              <w:rPr>
                <w:rFonts w:ascii="Corbel" w:hAnsi="Corbel"/>
                <w:b w:val="0"/>
                <w:sz w:val="24"/>
                <w:szCs w:val="24"/>
              </w:rPr>
              <w:t xml:space="preserve"> także</w:t>
            </w:r>
            <w:r w:rsidR="00DF2A59" w:rsidRPr="00B75F0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75F0E">
              <w:rPr>
                <w:rFonts w:ascii="Corbel" w:hAnsi="Corbel"/>
                <w:b w:val="0"/>
                <w:sz w:val="24"/>
                <w:szCs w:val="24"/>
              </w:rPr>
              <w:t>uwypuklenie</w:t>
            </w:r>
            <w:r w:rsidR="00DF2A59" w:rsidRPr="00B75F0E">
              <w:rPr>
                <w:rFonts w:ascii="Corbel" w:hAnsi="Corbel"/>
                <w:b w:val="0"/>
                <w:sz w:val="24"/>
                <w:szCs w:val="24"/>
              </w:rPr>
              <w:t xml:space="preserve"> zasad istotn</w:t>
            </w:r>
            <w:r w:rsidRPr="00B75F0E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DF2A59" w:rsidRPr="00B75F0E">
              <w:rPr>
                <w:rFonts w:ascii="Corbel" w:hAnsi="Corbel"/>
                <w:b w:val="0"/>
                <w:sz w:val="24"/>
                <w:szCs w:val="24"/>
              </w:rPr>
              <w:t xml:space="preserve"> z punktu widzenia scalania i podziału nieruchomości, ich pierwokupu, wywłaszczania i zwrotu nieruchomości, udział w kosztach budowy urządzeń infrastruktury technicznej, wyceny nieruchomości oraz działalności zawodowej, której przedmiotem jest gospodarowania nieruchomościami.</w:t>
            </w:r>
          </w:p>
        </w:tc>
      </w:tr>
    </w:tbl>
    <w:p w14:paraId="2F2BAC77" w14:textId="77777777" w:rsidR="0085747A" w:rsidRPr="00B75F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841D95" w14:textId="77777777" w:rsidR="001D7B54" w:rsidRPr="00B75F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b/>
          <w:sz w:val="24"/>
          <w:szCs w:val="24"/>
        </w:rPr>
        <w:t xml:space="preserve">3.2 </w:t>
      </w:r>
      <w:r w:rsidR="001D7B54" w:rsidRPr="00B75F0E">
        <w:rPr>
          <w:rFonts w:ascii="Corbel" w:hAnsi="Corbel"/>
          <w:b/>
          <w:sz w:val="24"/>
          <w:szCs w:val="24"/>
        </w:rPr>
        <w:t xml:space="preserve">Efekty </w:t>
      </w:r>
      <w:r w:rsidR="00C05F44" w:rsidRPr="00B75F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75F0E">
        <w:rPr>
          <w:rFonts w:ascii="Corbel" w:hAnsi="Corbel"/>
          <w:b/>
          <w:sz w:val="24"/>
          <w:szCs w:val="24"/>
        </w:rPr>
        <w:t>dla przedmiotu</w:t>
      </w:r>
      <w:r w:rsidR="00445970" w:rsidRPr="00B75F0E">
        <w:rPr>
          <w:rFonts w:ascii="Corbel" w:hAnsi="Corbel"/>
          <w:sz w:val="24"/>
          <w:szCs w:val="24"/>
        </w:rPr>
        <w:t xml:space="preserve"> </w:t>
      </w:r>
    </w:p>
    <w:p w14:paraId="1C6FBA7E" w14:textId="77777777" w:rsidR="001D7B54" w:rsidRPr="00B75F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B75F0E" w:rsidRPr="00B75F0E" w14:paraId="1CAE0183" w14:textId="77777777" w:rsidTr="00260EB1">
        <w:tc>
          <w:tcPr>
            <w:tcW w:w="1447" w:type="dxa"/>
            <w:vAlign w:val="center"/>
          </w:tcPr>
          <w:p w14:paraId="055233B1" w14:textId="77777777" w:rsidR="0085747A" w:rsidRPr="00B75F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75F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75F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D95BE74" w14:textId="77777777" w:rsidR="0085747A" w:rsidRPr="00B75F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4B847FA" w14:textId="77777777" w:rsidR="0085747A" w:rsidRPr="00B75F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75F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75F0E" w:rsidRPr="00B75F0E" w14:paraId="2FF446F8" w14:textId="77777777" w:rsidTr="00260EB1">
        <w:tc>
          <w:tcPr>
            <w:tcW w:w="1447" w:type="dxa"/>
          </w:tcPr>
          <w:p w14:paraId="5A7CC133" w14:textId="525DE051" w:rsidR="006C167B" w:rsidRPr="00B75F0E" w:rsidRDefault="459E04B5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EK_01</w:t>
            </w:r>
          </w:p>
        </w:tc>
        <w:tc>
          <w:tcPr>
            <w:tcW w:w="6208" w:type="dxa"/>
          </w:tcPr>
          <w:p w14:paraId="7F0CADB8" w14:textId="086A39A1" w:rsidR="006C167B" w:rsidRPr="00B75F0E" w:rsidRDefault="0932535D" w:rsidP="00A81D4D">
            <w:pPr>
              <w:pStyle w:val="TableParagraph"/>
              <w:spacing w:before="60" w:after="60" w:line="20" w:lineRule="atLeast"/>
              <w:ind w:left="0" w:right="96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Posiada zaawansowaną wiedzę ogólną w obszarze nauk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społecznych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zakresu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prawa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administracji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oraz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uporządkowaną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podbudowaną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teoretycznie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wiedzę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obejmującą</w:t>
            </w:r>
            <w:r w:rsidRPr="4E8B6F71">
              <w:rPr>
                <w:spacing w:val="2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kluczowe</w:t>
            </w:r>
            <w:r w:rsidRPr="4E8B6F71">
              <w:rPr>
                <w:spacing w:val="2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zagadnienia,</w:t>
            </w:r>
            <w:r w:rsidRPr="4E8B6F71">
              <w:rPr>
                <w:spacing w:val="25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ekonomiczne, polityczne</w:t>
            </w:r>
            <w:r w:rsidRPr="4E8B6F71">
              <w:rPr>
                <w:spacing w:val="-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oraz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socjologiczne;</w:t>
            </w:r>
          </w:p>
        </w:tc>
        <w:tc>
          <w:tcPr>
            <w:tcW w:w="1865" w:type="dxa"/>
          </w:tcPr>
          <w:p w14:paraId="7ADA24C9" w14:textId="1B4CA1B8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K_W01</w:t>
            </w:r>
          </w:p>
        </w:tc>
      </w:tr>
      <w:tr w:rsidR="00B75F0E" w:rsidRPr="00B75F0E" w14:paraId="439D51A3" w14:textId="77777777" w:rsidTr="00260EB1">
        <w:tc>
          <w:tcPr>
            <w:tcW w:w="1447" w:type="dxa"/>
          </w:tcPr>
          <w:p w14:paraId="495355FC" w14:textId="3CFF6114" w:rsidR="006C167B" w:rsidRPr="00B75F0E" w:rsidRDefault="7A1E84A9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664B921C" w:rsidRPr="4E8B6F71">
              <w:rPr>
                <w:rFonts w:ascii="Corbel" w:hAnsi="Corbel"/>
                <w:b w:val="0"/>
                <w:sz w:val="23"/>
                <w:szCs w:val="23"/>
              </w:rPr>
              <w:t>2</w:t>
            </w:r>
          </w:p>
        </w:tc>
        <w:tc>
          <w:tcPr>
            <w:tcW w:w="6208" w:type="dxa"/>
          </w:tcPr>
          <w:p w14:paraId="1D167FBD" w14:textId="241B4700" w:rsidR="006C167B" w:rsidRPr="00B75F0E" w:rsidRDefault="0932535D" w:rsidP="00A81D4D">
            <w:pPr>
              <w:pStyle w:val="TableParagraph"/>
              <w:spacing w:before="60" w:after="60" w:line="20" w:lineRule="atLeast"/>
              <w:ind w:left="0" w:right="100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Wykazuje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się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szczegółową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wiedzą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na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temat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struktur,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instytucji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zasad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działania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organów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administracji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publicznej (krajowych, międzynarodowych i unijnych)</w:t>
            </w:r>
            <w:r w:rsidRPr="4E8B6F71">
              <w:rPr>
                <w:spacing w:val="-4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9"/>
                <w:sz w:val="23"/>
                <w:szCs w:val="23"/>
              </w:rPr>
              <w:t> </w:t>
            </w:r>
            <w:r w:rsidRPr="4E8B6F71">
              <w:rPr>
                <w:sz w:val="23"/>
                <w:szCs w:val="23"/>
              </w:rPr>
              <w:t>podmiotów</w:t>
            </w:r>
            <w:r w:rsidRPr="4E8B6F71">
              <w:rPr>
                <w:spacing w:val="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administrujących,</w:t>
            </w:r>
            <w:r w:rsidRPr="4E8B6F71">
              <w:rPr>
                <w:spacing w:val="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ich</w:t>
            </w:r>
            <w:r w:rsidRPr="4E8B6F71">
              <w:rPr>
                <w:spacing w:val="1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genezy</w:t>
            </w:r>
            <w:r w:rsidRPr="4E8B6F71">
              <w:rPr>
                <w:spacing w:val="7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ewolucji</w:t>
            </w:r>
            <w:r w:rsidRPr="4E8B6F71">
              <w:rPr>
                <w:spacing w:val="1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oraz wykonywanych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przez</w:t>
            </w:r>
            <w:r w:rsidRPr="4E8B6F71">
              <w:rPr>
                <w:spacing w:val="-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nie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zadań;</w:t>
            </w:r>
          </w:p>
        </w:tc>
        <w:tc>
          <w:tcPr>
            <w:tcW w:w="1865" w:type="dxa"/>
          </w:tcPr>
          <w:p w14:paraId="32F2B75A" w14:textId="7720884C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K_W02</w:t>
            </w:r>
          </w:p>
        </w:tc>
      </w:tr>
      <w:tr w:rsidR="00B75F0E" w:rsidRPr="00B75F0E" w14:paraId="3D0B4F21" w14:textId="77777777" w:rsidTr="00260EB1">
        <w:tc>
          <w:tcPr>
            <w:tcW w:w="1447" w:type="dxa"/>
          </w:tcPr>
          <w:p w14:paraId="0551AF31" w14:textId="2AE9F60F" w:rsidR="00312A45" w:rsidRPr="00B75F0E" w:rsidRDefault="51C8A4F5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379BA3B2" w:rsidRPr="4E8B6F71">
              <w:rPr>
                <w:rFonts w:ascii="Corbel" w:hAnsi="Corbel"/>
                <w:b w:val="0"/>
                <w:sz w:val="23"/>
                <w:szCs w:val="23"/>
              </w:rPr>
              <w:t>3</w:t>
            </w:r>
          </w:p>
        </w:tc>
        <w:tc>
          <w:tcPr>
            <w:tcW w:w="6208" w:type="dxa"/>
          </w:tcPr>
          <w:p w14:paraId="29BA8E2B" w14:textId="2F14A512" w:rsidR="00312A45" w:rsidRPr="00B75F0E" w:rsidRDefault="5CD0F795" w:rsidP="00A81D4D">
            <w:pPr>
              <w:pStyle w:val="TableParagraph"/>
              <w:spacing w:before="60" w:after="60" w:line="20" w:lineRule="atLeast"/>
              <w:ind w:left="0" w:right="101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Dysponuje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pogłębioną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wiedzą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relacjach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między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organami administracji publicznej oraz relacjach między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nimi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="00A81D4D">
              <w:rPr>
                <w:spacing w:val="-3"/>
                <w:sz w:val="23"/>
                <w:szCs w:val="23"/>
              </w:rPr>
              <w:br/>
            </w:r>
            <w:r w:rsidRPr="4E8B6F71">
              <w:rPr>
                <w:sz w:val="23"/>
                <w:szCs w:val="23"/>
              </w:rPr>
              <w:t>a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jednostką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instytucjami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społecznymi</w:t>
            </w:r>
            <w:r w:rsidRPr="4E8B6F71">
              <w:rPr>
                <w:spacing w:val="-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odniesieniu do</w:t>
            </w:r>
            <w:r w:rsidRPr="4E8B6F71">
              <w:rPr>
                <w:spacing w:val="-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wybranych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struktur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instytucji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społecznych;</w:t>
            </w:r>
          </w:p>
        </w:tc>
        <w:tc>
          <w:tcPr>
            <w:tcW w:w="1865" w:type="dxa"/>
          </w:tcPr>
          <w:p w14:paraId="473DFAC1" w14:textId="7E158DB8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K_W03</w:t>
            </w:r>
          </w:p>
        </w:tc>
      </w:tr>
      <w:tr w:rsidR="00B75F0E" w:rsidRPr="00B75F0E" w14:paraId="61691CD8" w14:textId="77777777" w:rsidTr="00260EB1">
        <w:tc>
          <w:tcPr>
            <w:tcW w:w="1447" w:type="dxa"/>
          </w:tcPr>
          <w:p w14:paraId="0B2F0180" w14:textId="668E69E1" w:rsidR="00312A45" w:rsidRPr="00B75F0E" w:rsidRDefault="75FAAADB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379BA3B2" w:rsidRPr="4E8B6F71">
              <w:rPr>
                <w:rFonts w:ascii="Corbel" w:hAnsi="Corbel"/>
                <w:b w:val="0"/>
                <w:sz w:val="23"/>
                <w:szCs w:val="23"/>
              </w:rPr>
              <w:t>4</w:t>
            </w:r>
          </w:p>
        </w:tc>
        <w:tc>
          <w:tcPr>
            <w:tcW w:w="6208" w:type="dxa"/>
          </w:tcPr>
          <w:p w14:paraId="2559317E" w14:textId="00499CC4" w:rsidR="00312A45" w:rsidRPr="00B75F0E" w:rsidRDefault="5CD0F795" w:rsidP="00A81D4D">
            <w:pPr>
              <w:pStyle w:val="TableParagraph"/>
              <w:spacing w:before="60" w:after="60" w:line="20" w:lineRule="atLeast"/>
              <w:ind w:left="0" w:right="97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Posiada</w:t>
            </w:r>
            <w:r w:rsidRPr="4E8B6F71">
              <w:rPr>
                <w:spacing w:val="-1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rozszerzoną</w:t>
            </w:r>
            <w:r w:rsidRPr="4E8B6F71">
              <w:rPr>
                <w:spacing w:val="-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wiedzę</w:t>
            </w:r>
            <w:r w:rsidRPr="4E8B6F71">
              <w:rPr>
                <w:spacing w:val="-8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</w:t>
            </w:r>
            <w:r w:rsidRPr="4E8B6F71">
              <w:rPr>
                <w:spacing w:val="-1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roli</w:t>
            </w:r>
            <w:r w:rsidRPr="4E8B6F71">
              <w:rPr>
                <w:spacing w:val="-1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człowieka,</w:t>
            </w:r>
            <w:r w:rsidRPr="4E8B6F71">
              <w:rPr>
                <w:spacing w:val="-1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jego</w:t>
            </w:r>
            <w:r w:rsidRPr="4E8B6F71">
              <w:rPr>
                <w:spacing w:val="-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cechach</w:t>
            </w:r>
            <w:r w:rsidRPr="4E8B6F71">
              <w:rPr>
                <w:spacing w:val="-4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aktywności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sferze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administracji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oraz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jako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twórcy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kultury</w:t>
            </w:r>
            <w:r w:rsidRPr="4E8B6F71">
              <w:rPr>
                <w:spacing w:val="8"/>
                <w:sz w:val="23"/>
                <w:szCs w:val="23"/>
              </w:rPr>
              <w:t xml:space="preserve"> </w:t>
            </w:r>
            <w:r w:rsidR="00A81D4D">
              <w:rPr>
                <w:spacing w:val="8"/>
                <w:sz w:val="23"/>
                <w:szCs w:val="23"/>
              </w:rPr>
              <w:br/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8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podmiotu</w:t>
            </w:r>
            <w:r w:rsidRPr="4E8B6F71">
              <w:rPr>
                <w:spacing w:val="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konstytuującego</w:t>
            </w:r>
            <w:r w:rsidRPr="4E8B6F71">
              <w:rPr>
                <w:spacing w:val="8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struktury</w:t>
            </w:r>
            <w:r w:rsidRPr="4E8B6F71">
              <w:rPr>
                <w:spacing w:val="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społeczne</w:t>
            </w:r>
            <w:r w:rsidRPr="4E8B6F71">
              <w:rPr>
                <w:spacing w:val="7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 zasady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ich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funkcjonowania;</w:t>
            </w:r>
          </w:p>
        </w:tc>
        <w:tc>
          <w:tcPr>
            <w:tcW w:w="1865" w:type="dxa"/>
          </w:tcPr>
          <w:p w14:paraId="342CDD35" w14:textId="47350D34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K_W04</w:t>
            </w:r>
          </w:p>
        </w:tc>
      </w:tr>
      <w:tr w:rsidR="00B75F0E" w:rsidRPr="00B75F0E" w14:paraId="58DDA99E" w14:textId="77777777" w:rsidTr="00260EB1">
        <w:tc>
          <w:tcPr>
            <w:tcW w:w="1447" w:type="dxa"/>
          </w:tcPr>
          <w:p w14:paraId="3784B945" w14:textId="31DD8352" w:rsidR="00FC1097" w:rsidRPr="00B75F0E" w:rsidRDefault="6BF44C49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48891D2" w:rsidRPr="4E8B6F71">
              <w:rPr>
                <w:rFonts w:ascii="Corbel" w:hAnsi="Corbel"/>
                <w:b w:val="0"/>
                <w:sz w:val="23"/>
                <w:szCs w:val="23"/>
              </w:rPr>
              <w:t>5</w:t>
            </w:r>
          </w:p>
        </w:tc>
        <w:tc>
          <w:tcPr>
            <w:tcW w:w="6208" w:type="dxa"/>
          </w:tcPr>
          <w:p w14:paraId="79C46A66" w14:textId="754F65C5" w:rsidR="00FC1097" w:rsidRPr="00B75F0E" w:rsidRDefault="78380393" w:rsidP="00A81D4D">
            <w:pPr>
              <w:pStyle w:val="TableParagraph"/>
              <w:spacing w:before="60" w:after="60" w:line="20" w:lineRule="atLeast"/>
              <w:ind w:left="0" w:right="97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Potrafi prawidłowo identyfikować i interpretować zjawiska prawne i inne zachodzące w administracji oraz ich wzajemne relacja z wykorzystaniem wiedzy w zakresie nauk administracyjnych</w:t>
            </w:r>
          </w:p>
        </w:tc>
        <w:tc>
          <w:tcPr>
            <w:tcW w:w="1865" w:type="dxa"/>
          </w:tcPr>
          <w:p w14:paraId="793D1F7E" w14:textId="18A9C532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K_U01</w:t>
            </w:r>
          </w:p>
        </w:tc>
      </w:tr>
    </w:tbl>
    <w:p w14:paraId="602E2506" w14:textId="654F5249" w:rsidR="00A81D4D" w:rsidRDefault="00A81D4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B75F0E" w:rsidRPr="00B75F0E" w14:paraId="1B2E9C2E" w14:textId="77777777" w:rsidTr="00260EB1">
        <w:tc>
          <w:tcPr>
            <w:tcW w:w="1447" w:type="dxa"/>
          </w:tcPr>
          <w:p w14:paraId="193C9A10" w14:textId="7CA1C26A" w:rsidR="00220578" w:rsidRPr="00B75F0E" w:rsidRDefault="5ACC47A4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6</w:t>
            </w:r>
          </w:p>
        </w:tc>
        <w:tc>
          <w:tcPr>
            <w:tcW w:w="6208" w:type="dxa"/>
          </w:tcPr>
          <w:p w14:paraId="44EF2690" w14:textId="0002A391" w:rsidR="00220578" w:rsidRPr="00B75F0E" w:rsidRDefault="19D67026" w:rsidP="00A81D4D">
            <w:pPr>
              <w:pStyle w:val="TableParagraph"/>
              <w:spacing w:before="60" w:after="60" w:line="20" w:lineRule="atLeast"/>
              <w:ind w:left="0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Potrafi właściwie dobierać źródła oraz informacje,</w:t>
            </w:r>
            <w:r w:rsidR="00A81D4D">
              <w:rPr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pozyskiwać</w:t>
            </w:r>
            <w:r w:rsidRPr="4E8B6F71">
              <w:rPr>
                <w:spacing w:val="2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dane</w:t>
            </w:r>
            <w:r w:rsidRPr="4E8B6F71">
              <w:rPr>
                <w:spacing w:val="2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dla</w:t>
            </w:r>
            <w:r w:rsidRPr="4E8B6F71">
              <w:rPr>
                <w:spacing w:val="67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analizowania</w:t>
            </w:r>
            <w:r w:rsidRPr="4E8B6F71">
              <w:rPr>
                <w:spacing w:val="67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procesów</w:t>
            </w:r>
            <w:r w:rsidRPr="4E8B6F71">
              <w:rPr>
                <w:spacing w:val="6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68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zjawisk</w:t>
            </w:r>
            <w:r w:rsidRPr="4E8B6F71">
              <w:rPr>
                <w:spacing w:val="-4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</w:t>
            </w:r>
            <w:r w:rsidRPr="4E8B6F71">
              <w:rPr>
                <w:spacing w:val="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także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prawidłowo</w:t>
            </w:r>
            <w:r w:rsidRPr="4E8B6F71">
              <w:rPr>
                <w:spacing w:val="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posługiwać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się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wiedzą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zakresu</w:t>
            </w:r>
            <w:r w:rsidRPr="4E8B6F71">
              <w:rPr>
                <w:spacing w:val="5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nauk o</w:t>
            </w:r>
            <w:r w:rsidRPr="4E8B6F71">
              <w:rPr>
                <w:spacing w:val="1"/>
                <w:sz w:val="23"/>
                <w:szCs w:val="23"/>
              </w:rPr>
              <w:t> </w:t>
            </w:r>
            <w:r w:rsidRPr="4E8B6F71">
              <w:rPr>
                <w:sz w:val="23"/>
                <w:szCs w:val="23"/>
              </w:rPr>
              <w:t>prawie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administracji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oraz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podstawową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wiedzą</w:t>
            </w:r>
            <w:r w:rsidRPr="4E8B6F71">
              <w:rPr>
                <w:spacing w:val="-4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interdyscyplinarną do przygotowania rozwiązań problemów;</w:t>
            </w:r>
          </w:p>
        </w:tc>
        <w:tc>
          <w:tcPr>
            <w:tcW w:w="1865" w:type="dxa"/>
          </w:tcPr>
          <w:p w14:paraId="4377A217" w14:textId="12108A0F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K_U03</w:t>
            </w:r>
          </w:p>
        </w:tc>
      </w:tr>
      <w:tr w:rsidR="00B75F0E" w:rsidRPr="00B75F0E" w14:paraId="365DE515" w14:textId="77777777" w:rsidTr="00260EB1">
        <w:tc>
          <w:tcPr>
            <w:tcW w:w="1447" w:type="dxa"/>
          </w:tcPr>
          <w:p w14:paraId="774A7AD7" w14:textId="420ED3A4" w:rsidR="00220578" w:rsidRPr="00B75F0E" w:rsidRDefault="76134746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7</w:t>
            </w:r>
          </w:p>
        </w:tc>
        <w:tc>
          <w:tcPr>
            <w:tcW w:w="6208" w:type="dxa"/>
          </w:tcPr>
          <w:p w14:paraId="7F579039" w14:textId="4772FF28" w:rsidR="00220578" w:rsidRPr="00B75F0E" w:rsidRDefault="19D67026" w:rsidP="00A81D4D">
            <w:pPr>
              <w:pStyle w:val="TableParagraph"/>
              <w:spacing w:before="60" w:after="60" w:line="20" w:lineRule="atLeast"/>
              <w:ind w:left="0" w:right="97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Wykazuje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się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specjalistycznymi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umiejętnościami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znajdowania podstaw prawnych, orzecznictwa i literatury</w:t>
            </w:r>
            <w:r w:rsidRPr="4E8B6F71">
              <w:rPr>
                <w:spacing w:val="-4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dotyczącej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badanych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zagadnień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oraz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stosowania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zasad</w:t>
            </w:r>
            <w:r w:rsidRPr="4E8B6F71">
              <w:rPr>
                <w:spacing w:val="-4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etycznych,</w:t>
            </w:r>
            <w:r w:rsidRPr="4E8B6F71">
              <w:rPr>
                <w:spacing w:val="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jak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również</w:t>
            </w:r>
            <w:r w:rsidRPr="4E8B6F71">
              <w:rPr>
                <w:spacing w:val="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samodzielnego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proponowania rozwiązań konkretnego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problemu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podejmowania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rozstrzygnięć;</w:t>
            </w:r>
          </w:p>
        </w:tc>
        <w:tc>
          <w:tcPr>
            <w:tcW w:w="1865" w:type="dxa"/>
          </w:tcPr>
          <w:p w14:paraId="0A482EB0" w14:textId="2BB48585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K_U04</w:t>
            </w:r>
          </w:p>
        </w:tc>
      </w:tr>
      <w:tr w:rsidR="00B75F0E" w:rsidRPr="00B75F0E" w14:paraId="662B6638" w14:textId="77777777" w:rsidTr="00260EB1">
        <w:tc>
          <w:tcPr>
            <w:tcW w:w="1447" w:type="dxa"/>
          </w:tcPr>
          <w:p w14:paraId="0858186B" w14:textId="43E36C4F" w:rsidR="00220578" w:rsidRPr="00B75F0E" w:rsidRDefault="76134746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EK_0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8</w:t>
            </w:r>
          </w:p>
        </w:tc>
        <w:tc>
          <w:tcPr>
            <w:tcW w:w="6208" w:type="dxa"/>
          </w:tcPr>
          <w:p w14:paraId="36AD7566" w14:textId="234BBC0C" w:rsidR="00220578" w:rsidRPr="00B75F0E" w:rsidRDefault="19D67026" w:rsidP="00A81D4D">
            <w:pPr>
              <w:pStyle w:val="TableParagraph"/>
              <w:spacing w:before="60" w:after="60" w:line="20" w:lineRule="atLeast"/>
              <w:ind w:left="0" w:right="97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Posiada umiejętność logicznego myślenia, analizy</w:t>
            </w:r>
            <w:r w:rsidRPr="4E8B6F71">
              <w:rPr>
                <w:spacing w:val="-4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1"/>
                <w:sz w:val="23"/>
                <w:szCs w:val="23"/>
              </w:rPr>
              <w:t> </w:t>
            </w:r>
            <w:r w:rsidRPr="4E8B6F71">
              <w:rPr>
                <w:sz w:val="23"/>
                <w:szCs w:val="23"/>
              </w:rPr>
              <w:t>syntezy,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dzięki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czemu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potrafi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przekonująco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argumentować</w:t>
            </w:r>
            <w:r w:rsidRPr="4E8B6F71">
              <w:rPr>
                <w:spacing w:val="-5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-5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interpretować</w:t>
            </w:r>
            <w:r w:rsidRPr="4E8B6F71">
              <w:rPr>
                <w:spacing w:val="-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zjawiska administracyjne,</w:t>
            </w:r>
            <w:r w:rsidR="00A81D4D">
              <w:rPr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prawne,</w:t>
            </w:r>
            <w:r w:rsidRPr="4E8B6F71">
              <w:rPr>
                <w:spacing w:val="-5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społeczne,</w:t>
            </w:r>
            <w:r w:rsidRPr="4E8B6F71">
              <w:rPr>
                <w:spacing w:val="-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 xml:space="preserve">polityczne </w:t>
            </w:r>
            <w:r w:rsidRPr="4E8B6F71">
              <w:rPr>
                <w:spacing w:val="-1"/>
                <w:sz w:val="23"/>
                <w:szCs w:val="23"/>
              </w:rPr>
              <w:t>i ekonomiczne</w:t>
            </w:r>
            <w:r w:rsidRPr="4E8B6F71">
              <w:rPr>
                <w:spacing w:val="-4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-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sytuacjach decyzyjnych;</w:t>
            </w:r>
          </w:p>
        </w:tc>
        <w:tc>
          <w:tcPr>
            <w:tcW w:w="1865" w:type="dxa"/>
          </w:tcPr>
          <w:p w14:paraId="2FF92CEE" w14:textId="125F1EC8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K_U06</w:t>
            </w:r>
          </w:p>
        </w:tc>
      </w:tr>
      <w:tr w:rsidR="00B75F0E" w:rsidRPr="00B75F0E" w14:paraId="693666F9" w14:textId="77777777" w:rsidTr="00260EB1">
        <w:tc>
          <w:tcPr>
            <w:tcW w:w="1447" w:type="dxa"/>
          </w:tcPr>
          <w:p w14:paraId="0AAB371A" w14:textId="5F0CA615" w:rsidR="00220578" w:rsidRPr="00B75F0E" w:rsidRDefault="271E782E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09</w:t>
            </w:r>
          </w:p>
        </w:tc>
        <w:tc>
          <w:tcPr>
            <w:tcW w:w="6208" w:type="dxa"/>
          </w:tcPr>
          <w:p w14:paraId="359369E3" w14:textId="77777777" w:rsidR="00220578" w:rsidRPr="00B75F0E" w:rsidRDefault="19D67026" w:rsidP="00A81D4D">
            <w:pPr>
              <w:pStyle w:val="TableParagraph"/>
              <w:spacing w:before="60" w:after="60" w:line="20" w:lineRule="atLeast"/>
              <w:ind w:left="0" w:right="97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Posiada</w:t>
            </w:r>
            <w:r w:rsidRPr="4E8B6F71">
              <w:rPr>
                <w:spacing w:val="-8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umiejętność</w:t>
            </w:r>
            <w:r w:rsidRPr="4E8B6F71">
              <w:rPr>
                <w:spacing w:val="-8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prowadzenia</w:t>
            </w:r>
            <w:r w:rsidRPr="4E8B6F71">
              <w:rPr>
                <w:spacing w:val="-7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debaty,</w:t>
            </w:r>
            <w:r w:rsidRPr="4E8B6F71">
              <w:rPr>
                <w:spacing w:val="-8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przygotowania</w:t>
            </w:r>
            <w:r w:rsidRPr="4E8B6F71">
              <w:rPr>
                <w:spacing w:val="-4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prac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pisemnych,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prezentacji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multimedialnych,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oraz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ustnych wystąpień w języku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polskim w zakresie dziedzin i</w:t>
            </w:r>
            <w:r w:rsidRPr="4E8B6F71">
              <w:rPr>
                <w:spacing w:val="-44"/>
                <w:sz w:val="23"/>
                <w:szCs w:val="23"/>
              </w:rPr>
              <w:t xml:space="preserve">  </w:t>
            </w:r>
            <w:r w:rsidRPr="4E8B6F71">
              <w:rPr>
                <w:sz w:val="23"/>
                <w:szCs w:val="23"/>
              </w:rPr>
              <w:t>dyscyplin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naukowych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wykładanych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ramach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kierunku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Administracja dotyczących zagadnień szczegółowych,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 wykorzystaniem poglądów doktryny, źródeł prawa oraz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orzecznictwa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sądowego</w:t>
            </w:r>
            <w:r w:rsidRPr="4E8B6F71">
              <w:rPr>
                <w:spacing w:val="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administracyjnego,</w:t>
            </w:r>
            <w:r w:rsidRPr="4E8B6F71">
              <w:rPr>
                <w:spacing w:val="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</w:t>
            </w:r>
            <w:r w:rsidRPr="4E8B6F71">
              <w:rPr>
                <w:spacing w:val="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także</w:t>
            </w:r>
          </w:p>
          <w:p w14:paraId="656DA4A1" w14:textId="7351F8AA" w:rsidR="00220578" w:rsidRPr="00B75F0E" w:rsidRDefault="19D67026" w:rsidP="00A81D4D">
            <w:pPr>
              <w:pStyle w:val="TableParagraph"/>
              <w:spacing w:before="60" w:after="60" w:line="20" w:lineRule="atLeast"/>
              <w:ind w:left="0" w:right="97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danych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statystycznych;</w:t>
            </w:r>
          </w:p>
        </w:tc>
        <w:tc>
          <w:tcPr>
            <w:tcW w:w="1865" w:type="dxa"/>
          </w:tcPr>
          <w:p w14:paraId="1FF95CA4" w14:textId="034628AF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K_U07</w:t>
            </w:r>
          </w:p>
        </w:tc>
      </w:tr>
      <w:tr w:rsidR="00B75F0E" w:rsidRPr="00B75F0E" w14:paraId="37D05809" w14:textId="77777777" w:rsidTr="00260EB1">
        <w:tc>
          <w:tcPr>
            <w:tcW w:w="1447" w:type="dxa"/>
          </w:tcPr>
          <w:p w14:paraId="7FC04B3C" w14:textId="20BACC7A" w:rsidR="00CF5151" w:rsidRPr="00B75F0E" w:rsidRDefault="432E0CF6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4D38221E" w:rsidRPr="4E8B6F71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0</w:t>
            </w:r>
          </w:p>
        </w:tc>
        <w:tc>
          <w:tcPr>
            <w:tcW w:w="6208" w:type="dxa"/>
          </w:tcPr>
          <w:p w14:paraId="0F13373C" w14:textId="08EF8BE1" w:rsidR="00CF5151" w:rsidRPr="00B75F0E" w:rsidRDefault="4CBC3C7A" w:rsidP="00A81D4D">
            <w:pPr>
              <w:pStyle w:val="TableParagraph"/>
              <w:spacing w:before="60" w:after="60" w:line="20" w:lineRule="atLeast"/>
              <w:ind w:left="0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Jest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gotowy</w:t>
            </w:r>
            <w:r w:rsidRPr="4E8B6F71">
              <w:rPr>
                <w:spacing w:val="5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samodzielnie</w:t>
            </w:r>
            <w:r w:rsidRPr="4E8B6F71">
              <w:rPr>
                <w:spacing w:val="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krytycznie</w:t>
            </w:r>
            <w:r w:rsidRPr="4E8B6F71">
              <w:rPr>
                <w:spacing w:val="5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uzupełniać</w:t>
            </w:r>
            <w:r w:rsidRPr="4E8B6F71">
              <w:rPr>
                <w:spacing w:val="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wiedzę,</w:t>
            </w:r>
            <w:r w:rsidR="00A81D4D">
              <w:rPr>
                <w:sz w:val="23"/>
                <w:szCs w:val="23"/>
              </w:rPr>
              <w:br/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tym</w:t>
            </w:r>
            <w:r w:rsidRPr="4E8B6F71">
              <w:rPr>
                <w:spacing w:val="-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również</w:t>
            </w:r>
            <w:r w:rsidRPr="4E8B6F71">
              <w:rPr>
                <w:spacing w:val="-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na</w:t>
            </w:r>
            <w:r w:rsidRPr="4E8B6F71">
              <w:rPr>
                <w:spacing w:val="-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gruncie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interdyscyplinarnym.</w:t>
            </w:r>
          </w:p>
        </w:tc>
        <w:tc>
          <w:tcPr>
            <w:tcW w:w="1865" w:type="dxa"/>
          </w:tcPr>
          <w:p w14:paraId="7E193C2F" w14:textId="2A57B523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K_K01</w:t>
            </w:r>
          </w:p>
        </w:tc>
      </w:tr>
      <w:tr w:rsidR="00B75F0E" w:rsidRPr="00B75F0E" w14:paraId="3381E920" w14:textId="77777777" w:rsidTr="00260EB1">
        <w:tc>
          <w:tcPr>
            <w:tcW w:w="1447" w:type="dxa"/>
          </w:tcPr>
          <w:p w14:paraId="096B5793" w14:textId="5EC98C36" w:rsidR="00CF5151" w:rsidRPr="00B75F0E" w:rsidRDefault="432E0CF6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627949C9" w:rsidRPr="4E8B6F71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1</w:t>
            </w:r>
          </w:p>
        </w:tc>
        <w:tc>
          <w:tcPr>
            <w:tcW w:w="6208" w:type="dxa"/>
          </w:tcPr>
          <w:p w14:paraId="760B5A5F" w14:textId="156A3779" w:rsidR="00CF5151" w:rsidRPr="00B75F0E" w:rsidRDefault="4CBC3C7A" w:rsidP="00A81D4D">
            <w:pPr>
              <w:pStyle w:val="TableParagraph"/>
              <w:spacing w:before="60" w:after="60" w:line="20" w:lineRule="atLeast"/>
              <w:ind w:left="0" w:right="97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 xml:space="preserve">Jest zdolny do samodzielnego rozwiazywania </w:t>
            </w:r>
            <w:r w:rsidRPr="4E8B6F71">
              <w:rPr>
                <w:spacing w:val="-1"/>
                <w:sz w:val="23"/>
                <w:szCs w:val="23"/>
              </w:rPr>
              <w:t>podstawowych</w:t>
            </w:r>
            <w:r w:rsidRPr="4E8B6F71">
              <w:rPr>
                <w:spacing w:val="-1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problemów</w:t>
            </w:r>
            <w:r w:rsidRPr="4E8B6F71">
              <w:rPr>
                <w:spacing w:val="-1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administracyjnych,</w:t>
            </w:r>
            <w:r w:rsidRPr="4E8B6F71">
              <w:rPr>
                <w:spacing w:val="-1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prawnych</w:t>
            </w:r>
            <w:r w:rsidRPr="4E8B6F71">
              <w:rPr>
                <w:spacing w:val="-1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 etycznych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związanych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</w:t>
            </w:r>
            <w:r w:rsidRPr="4E8B6F71">
              <w:rPr>
                <w:spacing w:val="-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funkcjonowaniem struktur publicznych i niepublicznych;</w:t>
            </w:r>
          </w:p>
        </w:tc>
        <w:tc>
          <w:tcPr>
            <w:tcW w:w="1865" w:type="dxa"/>
          </w:tcPr>
          <w:p w14:paraId="20F37D41" w14:textId="2877C26A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K_K02</w:t>
            </w:r>
          </w:p>
        </w:tc>
      </w:tr>
      <w:tr w:rsidR="00B75F0E" w:rsidRPr="00B75F0E" w14:paraId="1D148171" w14:textId="77777777" w:rsidTr="00260EB1">
        <w:tc>
          <w:tcPr>
            <w:tcW w:w="1447" w:type="dxa"/>
          </w:tcPr>
          <w:p w14:paraId="78158CFE" w14:textId="3EB83E06" w:rsidR="00CF5151" w:rsidRPr="00B75F0E" w:rsidRDefault="58D42C62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007E8DBC" w:rsidRPr="4E8B6F71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2</w:t>
            </w:r>
          </w:p>
        </w:tc>
        <w:tc>
          <w:tcPr>
            <w:tcW w:w="6208" w:type="dxa"/>
          </w:tcPr>
          <w:p w14:paraId="6DCEE940" w14:textId="14EAB154" w:rsidR="00CF5151" w:rsidRPr="00B75F0E" w:rsidRDefault="4CBC3C7A" w:rsidP="00A81D4D">
            <w:pPr>
              <w:pStyle w:val="TableParagraph"/>
              <w:spacing w:before="60" w:after="60" w:line="20" w:lineRule="atLeast"/>
              <w:ind w:left="0" w:right="97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Uczestniczy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przygotowaniu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projektów,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</w:t>
            </w:r>
            <w:r w:rsidRPr="4E8B6F71">
              <w:rPr>
                <w:spacing w:val="1"/>
                <w:sz w:val="23"/>
                <w:szCs w:val="23"/>
              </w:rPr>
              <w:t> </w:t>
            </w:r>
            <w:r w:rsidRPr="4E8B6F71">
              <w:rPr>
                <w:sz w:val="23"/>
                <w:szCs w:val="23"/>
              </w:rPr>
              <w:t>uwzględnieniem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wiedzy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umiejętności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zdobytych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46"/>
                <w:sz w:val="23"/>
                <w:szCs w:val="23"/>
              </w:rPr>
              <w:t> </w:t>
            </w:r>
            <w:r w:rsidRPr="4E8B6F71">
              <w:rPr>
                <w:sz w:val="23"/>
                <w:szCs w:val="23"/>
              </w:rPr>
              <w:t>trakcie</w:t>
            </w:r>
            <w:r w:rsidRPr="4E8B6F71">
              <w:rPr>
                <w:spacing w:val="4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studiów</w:t>
            </w:r>
            <w:r w:rsidRPr="4E8B6F71">
              <w:rPr>
                <w:spacing w:val="4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oraz</w:t>
            </w:r>
            <w:r w:rsidRPr="4E8B6F71">
              <w:rPr>
                <w:spacing w:val="4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jest</w:t>
            </w:r>
            <w:r w:rsidRPr="4E8B6F71">
              <w:rPr>
                <w:spacing w:val="4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gotowy</w:t>
            </w:r>
            <w:r w:rsidRPr="4E8B6F71">
              <w:rPr>
                <w:spacing w:val="4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działać</w:t>
            </w:r>
            <w:r w:rsidRPr="4E8B6F71">
              <w:rPr>
                <w:spacing w:val="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na rzecz</w:t>
            </w:r>
            <w:r w:rsidRPr="4E8B6F71">
              <w:rPr>
                <w:spacing w:val="4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społeczeństwa,</w:t>
            </w:r>
            <w:r w:rsidRPr="4E8B6F71">
              <w:rPr>
                <w:spacing w:val="4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4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tym w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instytucjach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publicznych i niepublicznych;</w:t>
            </w:r>
          </w:p>
        </w:tc>
        <w:tc>
          <w:tcPr>
            <w:tcW w:w="1865" w:type="dxa"/>
          </w:tcPr>
          <w:p w14:paraId="7D9F6DE1" w14:textId="36B69123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K_K03</w:t>
            </w:r>
          </w:p>
        </w:tc>
      </w:tr>
      <w:tr w:rsidR="00B75F0E" w:rsidRPr="00B75F0E" w14:paraId="4492F7D6" w14:textId="77777777" w:rsidTr="00260EB1">
        <w:tc>
          <w:tcPr>
            <w:tcW w:w="1447" w:type="dxa"/>
          </w:tcPr>
          <w:p w14:paraId="1C785078" w14:textId="7F0F4A17" w:rsidR="00CF5151" w:rsidRPr="00B75F0E" w:rsidRDefault="58D42C62" w:rsidP="4E8B6F71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76FDD41C" w:rsidRPr="4E8B6F71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3</w:t>
            </w:r>
          </w:p>
        </w:tc>
        <w:tc>
          <w:tcPr>
            <w:tcW w:w="6208" w:type="dxa"/>
          </w:tcPr>
          <w:p w14:paraId="4EB3DD57" w14:textId="73501D16" w:rsidR="00CF5151" w:rsidRPr="00B75F0E" w:rsidRDefault="4CBC3C7A" w:rsidP="00A81D4D">
            <w:pPr>
              <w:pStyle w:val="TableParagraph"/>
              <w:spacing w:before="60" w:after="60" w:line="20" w:lineRule="atLeast"/>
              <w:ind w:left="0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Potrafi</w:t>
            </w:r>
            <w:r w:rsidRPr="4E8B6F71">
              <w:rPr>
                <w:spacing w:val="3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działać</w:t>
            </w:r>
            <w:r w:rsidRPr="4E8B6F71">
              <w:rPr>
                <w:spacing w:val="3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3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sposób</w:t>
            </w:r>
            <w:r w:rsidRPr="4E8B6F71">
              <w:rPr>
                <w:spacing w:val="2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zorganizowany,</w:t>
            </w:r>
            <w:r w:rsidRPr="4E8B6F71">
              <w:rPr>
                <w:spacing w:val="30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wykorzystując</w:t>
            </w:r>
            <w:r w:rsidR="00A81D4D">
              <w:rPr>
                <w:sz w:val="23"/>
                <w:szCs w:val="23"/>
              </w:rPr>
              <w:br/>
            </w:r>
            <w:r w:rsidRPr="4E8B6F71">
              <w:rPr>
                <w:sz w:val="23"/>
                <w:szCs w:val="23"/>
              </w:rPr>
              <w:t>wiedzę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-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umiejętności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zdobyte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trakcie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studiów;</w:t>
            </w:r>
          </w:p>
        </w:tc>
        <w:tc>
          <w:tcPr>
            <w:tcW w:w="1865" w:type="dxa"/>
          </w:tcPr>
          <w:p w14:paraId="4EBB1425" w14:textId="553A98DE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K_K04</w:t>
            </w:r>
          </w:p>
        </w:tc>
      </w:tr>
      <w:tr w:rsidR="00B75F0E" w:rsidRPr="00B75F0E" w14:paraId="5EAC0CD9" w14:textId="77777777" w:rsidTr="00260EB1">
        <w:tc>
          <w:tcPr>
            <w:tcW w:w="1447" w:type="dxa"/>
          </w:tcPr>
          <w:p w14:paraId="73BF85E7" w14:textId="227FD126" w:rsidR="00CF5151" w:rsidRPr="00260EB1" w:rsidRDefault="0C113A68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50A1BB2C" w:rsidRPr="4E8B6F71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4</w:t>
            </w:r>
          </w:p>
        </w:tc>
        <w:tc>
          <w:tcPr>
            <w:tcW w:w="6208" w:type="dxa"/>
          </w:tcPr>
          <w:p w14:paraId="1580D280" w14:textId="2D1096EA" w:rsidR="00CF5151" w:rsidRPr="00B75F0E" w:rsidRDefault="4CBC3C7A" w:rsidP="00A81D4D">
            <w:pPr>
              <w:pStyle w:val="TableParagraph"/>
              <w:spacing w:before="60" w:after="60" w:line="20" w:lineRule="atLeast"/>
              <w:ind w:left="0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Wykazuje</w:t>
            </w:r>
            <w:r w:rsidRPr="4E8B6F71">
              <w:rPr>
                <w:spacing w:val="7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odpowiedzialność</w:t>
            </w:r>
            <w:r w:rsidRPr="4E8B6F71">
              <w:rPr>
                <w:spacing w:val="7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</w:t>
            </w:r>
            <w:r w:rsidRPr="4E8B6F71">
              <w:rPr>
                <w:spacing w:val="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własne</w:t>
            </w:r>
            <w:r w:rsidRPr="4E8B6F71">
              <w:rPr>
                <w:spacing w:val="7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przygotowanie</w:t>
            </w:r>
            <w:r w:rsidRPr="4E8B6F71">
              <w:rPr>
                <w:spacing w:val="6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do</w:t>
            </w:r>
            <w:r w:rsidR="00A81D4D">
              <w:rPr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pracy,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podejmowane</w:t>
            </w:r>
            <w:r w:rsidRPr="4E8B6F71">
              <w:rPr>
                <w:spacing w:val="-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decyzje,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działania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ich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skutki;</w:t>
            </w:r>
          </w:p>
        </w:tc>
        <w:tc>
          <w:tcPr>
            <w:tcW w:w="1865" w:type="dxa"/>
          </w:tcPr>
          <w:p w14:paraId="6D070D04" w14:textId="0975DBA5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K_K05</w:t>
            </w:r>
          </w:p>
        </w:tc>
      </w:tr>
      <w:tr w:rsidR="00CF5151" w:rsidRPr="00B75F0E" w14:paraId="287F1A16" w14:textId="77777777" w:rsidTr="00260EB1">
        <w:tc>
          <w:tcPr>
            <w:tcW w:w="1447" w:type="dxa"/>
          </w:tcPr>
          <w:p w14:paraId="5A24C7AE" w14:textId="10636F33" w:rsidR="00CF5151" w:rsidRPr="00B75F0E" w:rsidRDefault="0C113A68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EK_</w:t>
            </w:r>
            <w:r w:rsidR="4670FE8C" w:rsidRPr="4E8B6F71">
              <w:rPr>
                <w:rFonts w:ascii="Corbel" w:hAnsi="Corbel"/>
                <w:b w:val="0"/>
                <w:sz w:val="23"/>
                <w:szCs w:val="23"/>
              </w:rPr>
              <w:t>1</w:t>
            </w:r>
            <w:r w:rsidR="00E46F4C">
              <w:rPr>
                <w:rFonts w:ascii="Corbel" w:hAnsi="Corbel"/>
                <w:b w:val="0"/>
                <w:sz w:val="23"/>
                <w:szCs w:val="23"/>
              </w:rPr>
              <w:t>5</w:t>
            </w:r>
          </w:p>
        </w:tc>
        <w:tc>
          <w:tcPr>
            <w:tcW w:w="6208" w:type="dxa"/>
          </w:tcPr>
          <w:p w14:paraId="500D41A4" w14:textId="054C7D26" w:rsidR="00CF5151" w:rsidRPr="00B75F0E" w:rsidRDefault="4CBC3C7A" w:rsidP="00A81D4D">
            <w:pPr>
              <w:pStyle w:val="TableParagraph"/>
              <w:tabs>
                <w:tab w:val="left" w:pos="1625"/>
                <w:tab w:val="left" w:pos="1896"/>
                <w:tab w:val="left" w:pos="2914"/>
                <w:tab w:val="left" w:pos="4265"/>
                <w:tab w:val="left" w:pos="4536"/>
              </w:tabs>
              <w:spacing w:before="60" w:after="60" w:line="20" w:lineRule="atLeast"/>
              <w:ind w:left="0" w:right="100"/>
              <w:rPr>
                <w:sz w:val="23"/>
                <w:szCs w:val="23"/>
              </w:rPr>
            </w:pPr>
            <w:r w:rsidRPr="4E8B6F71">
              <w:rPr>
                <w:sz w:val="23"/>
                <w:szCs w:val="23"/>
              </w:rPr>
              <w:t>Ma</w:t>
            </w:r>
            <w:r w:rsidRPr="4E8B6F71">
              <w:rPr>
                <w:spacing w:val="1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świadomość</w:t>
            </w:r>
            <w:r w:rsidRPr="4E8B6F71">
              <w:rPr>
                <w:spacing w:val="1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doniosłości</w:t>
            </w:r>
            <w:r w:rsidRPr="4E8B6F71">
              <w:rPr>
                <w:spacing w:val="1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zachowania</w:t>
            </w:r>
            <w:r w:rsidRPr="4E8B6F71">
              <w:rPr>
                <w:spacing w:val="1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się</w:t>
            </w:r>
            <w:r w:rsidRPr="4E8B6F71">
              <w:rPr>
                <w:spacing w:val="19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w</w:t>
            </w:r>
            <w:r w:rsidRPr="4E8B6F71">
              <w:rPr>
                <w:spacing w:val="18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sposób</w:t>
            </w:r>
            <w:r w:rsidRPr="4E8B6F71">
              <w:rPr>
                <w:spacing w:val="-44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 xml:space="preserve">profesjonalny i etyczny, identyfikuje i </w:t>
            </w:r>
            <w:r w:rsidRPr="4E8B6F71">
              <w:rPr>
                <w:spacing w:val="-1"/>
                <w:sz w:val="23"/>
                <w:szCs w:val="23"/>
              </w:rPr>
              <w:t>rozwiązuje</w:t>
            </w:r>
            <w:r w:rsidR="633FA958" w:rsidRPr="4E8B6F71">
              <w:rPr>
                <w:spacing w:val="-1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dylematy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moralne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związane</w:t>
            </w:r>
            <w:r w:rsidRPr="4E8B6F71">
              <w:rPr>
                <w:spacing w:val="-3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ze</w:t>
            </w:r>
            <w:r w:rsidRPr="4E8B6F71">
              <w:rPr>
                <w:spacing w:val="-2"/>
                <w:sz w:val="23"/>
                <w:szCs w:val="23"/>
              </w:rPr>
              <w:t xml:space="preserve"> </w:t>
            </w:r>
            <w:r w:rsidRPr="4E8B6F71">
              <w:rPr>
                <w:sz w:val="23"/>
                <w:szCs w:val="23"/>
              </w:rPr>
              <w:t>stosowaniem prawa;</w:t>
            </w:r>
          </w:p>
        </w:tc>
        <w:tc>
          <w:tcPr>
            <w:tcW w:w="1865" w:type="dxa"/>
          </w:tcPr>
          <w:p w14:paraId="0EBD24C2" w14:textId="2F1895CF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4E8B6F71">
              <w:rPr>
                <w:rFonts w:ascii="Corbel" w:hAnsi="Corbel"/>
                <w:b w:val="0"/>
                <w:sz w:val="23"/>
                <w:szCs w:val="23"/>
              </w:rPr>
              <w:t>K_K06</w:t>
            </w:r>
          </w:p>
        </w:tc>
      </w:tr>
    </w:tbl>
    <w:p w14:paraId="0F9CEA7E" w14:textId="77777777" w:rsidR="00E46F4C" w:rsidRDefault="00E46F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E7BE49" w14:textId="77777777" w:rsidR="00E46F4C" w:rsidRDefault="00E46F4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AAEF712" w14:textId="11DCAD0E" w:rsidR="0085747A" w:rsidRPr="00B75F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75F0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75F0E">
        <w:rPr>
          <w:rFonts w:ascii="Corbel" w:hAnsi="Corbel"/>
          <w:b/>
          <w:sz w:val="24"/>
          <w:szCs w:val="24"/>
        </w:rPr>
        <w:t xml:space="preserve"> </w:t>
      </w:r>
      <w:r w:rsidR="0085747A" w:rsidRPr="00B75F0E">
        <w:rPr>
          <w:rFonts w:ascii="Corbel" w:hAnsi="Corbel"/>
          <w:b/>
          <w:sz w:val="24"/>
          <w:szCs w:val="24"/>
        </w:rPr>
        <w:t>T</w:t>
      </w:r>
      <w:r w:rsidR="001D7B54" w:rsidRPr="00B75F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75F0E">
        <w:rPr>
          <w:rFonts w:ascii="Corbel" w:hAnsi="Corbel"/>
          <w:sz w:val="24"/>
          <w:szCs w:val="24"/>
        </w:rPr>
        <w:t xml:space="preserve">  </w:t>
      </w:r>
    </w:p>
    <w:p w14:paraId="354943C8" w14:textId="77777777" w:rsidR="0085747A" w:rsidRPr="00B75F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 xml:space="preserve">Problematyka wykładu </w:t>
      </w:r>
    </w:p>
    <w:p w14:paraId="56BA2C1E" w14:textId="77777777" w:rsidR="00675843" w:rsidRPr="00B75F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7924"/>
        <w:gridCol w:w="827"/>
      </w:tblGrid>
      <w:tr w:rsidR="00B75F0E" w:rsidRPr="00B75F0E" w14:paraId="2580BA67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FD1E" w14:textId="77777777" w:rsidR="0062227C" w:rsidRPr="00B75F0E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13BC" w14:textId="77777777" w:rsidR="0062227C" w:rsidRPr="00B75F0E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D0BE" w14:textId="77777777" w:rsidR="0062227C" w:rsidRPr="00B75F0E" w:rsidRDefault="006222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bCs/>
                <w:sz w:val="24"/>
                <w:szCs w:val="24"/>
              </w:rPr>
              <w:t>Godz.</w:t>
            </w:r>
          </w:p>
        </w:tc>
      </w:tr>
      <w:tr w:rsidR="00B75F0E" w:rsidRPr="00B75F0E" w14:paraId="20AE24DE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CFCB" w14:textId="77777777" w:rsidR="0062227C" w:rsidRPr="00B75F0E" w:rsidRDefault="0062227C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</w:rPr>
              <w:t>1.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786F" w14:textId="6BDFD1F2" w:rsidR="0062227C" w:rsidRPr="00B75F0E" w:rsidRDefault="0062227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75F0E">
              <w:rPr>
                <w:rFonts w:ascii="Corbel" w:eastAsia="Cambria" w:hAnsi="Corbel" w:cs="Calibri"/>
              </w:rPr>
              <w:t>Istota</w:t>
            </w:r>
            <w:r w:rsidR="0084091E" w:rsidRPr="00B75F0E">
              <w:rPr>
                <w:rFonts w:ascii="Corbel" w:eastAsia="Cambria" w:hAnsi="Corbel" w:cs="Calibri"/>
              </w:rPr>
              <w:t xml:space="preserve"> i pojęcie nieruchomości w prawie polskim; pojęcie</w:t>
            </w:r>
            <w:r w:rsidRPr="00B75F0E">
              <w:rPr>
                <w:rFonts w:ascii="Corbel" w:eastAsia="Cambria" w:hAnsi="Corbel" w:cs="Calibri"/>
              </w:rPr>
              <w:t xml:space="preserve"> gospodarki nieruchomościami i przesłanki prawnej regulacji zasad</w:t>
            </w:r>
            <w:r w:rsidR="0084091E" w:rsidRPr="00B75F0E">
              <w:rPr>
                <w:rFonts w:ascii="Corbel" w:eastAsia="Cambria" w:hAnsi="Corbel" w:cs="Calibri"/>
              </w:rPr>
              <w:t xml:space="preserve"> związanych z gospodarowaniem nieruchomości.</w:t>
            </w:r>
            <w:r w:rsidRPr="00B75F0E">
              <w:rPr>
                <w:rFonts w:ascii="Corbel" w:eastAsia="Cambria" w:hAnsi="Corbel" w:cs="Calibri"/>
              </w:rPr>
              <w:t xml:space="preserve"> 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246D" w14:textId="7F29CD9E" w:rsidR="0062227C" w:rsidRPr="00B75F0E" w:rsidRDefault="00061727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B75F0E" w:rsidRPr="00B75F0E" w14:paraId="61049C04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5F43" w14:textId="6B12D5A6" w:rsidR="00E46C62" w:rsidRPr="00B75F0E" w:rsidRDefault="00E46C62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</w:rPr>
              <w:t>2.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7FD5" w14:textId="2C716F9F" w:rsidR="00E46C62" w:rsidRPr="00B75F0E" w:rsidRDefault="00E46C62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</w:rPr>
              <w:t>Zasady ogólne związane z gospodarowaniem nieruchomościami stanowiącymi własność Skarbu Państwa oraz własność jednostek samorządu terytorialnego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D6D6" w14:textId="7F2F1A68" w:rsidR="00E46C62" w:rsidRPr="00B75F0E" w:rsidRDefault="00E46C62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</w:rPr>
              <w:t>2</w:t>
            </w:r>
          </w:p>
        </w:tc>
      </w:tr>
      <w:tr w:rsidR="00B75F0E" w:rsidRPr="00B75F0E" w14:paraId="01642E97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2620" w14:textId="3086536C" w:rsidR="0062227C" w:rsidRPr="00B75F0E" w:rsidRDefault="00DB73F3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3</w:t>
            </w:r>
            <w:r w:rsidR="0062227C" w:rsidRPr="00B75F0E">
              <w:rPr>
                <w:rFonts w:ascii="Corbel" w:eastAsia="Cambria" w:hAnsi="Corbel" w:cs="Calibri"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6C6B" w14:textId="32D84412" w:rsidR="0062227C" w:rsidRPr="00B75F0E" w:rsidRDefault="00E46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B75F0E">
              <w:rPr>
                <w:rFonts w:ascii="Corbel" w:eastAsia="Cambria" w:hAnsi="Corbel" w:cs="Calibri"/>
              </w:rPr>
              <w:t>Zasoby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3A0F" w14:textId="6CD16847" w:rsidR="0062227C" w:rsidRPr="00B75F0E" w:rsidRDefault="00FA0A66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1</w:t>
            </w:r>
          </w:p>
        </w:tc>
      </w:tr>
      <w:tr w:rsidR="00B75F0E" w:rsidRPr="00B75F0E" w14:paraId="3428FC4E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01DC" w14:textId="735475BB" w:rsidR="0062227C" w:rsidRPr="00B75F0E" w:rsidRDefault="00DB73F3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4</w:t>
            </w:r>
            <w:r w:rsidR="0062227C" w:rsidRPr="00B75F0E">
              <w:rPr>
                <w:rFonts w:ascii="Corbel" w:eastAsia="Cambria" w:hAnsi="Corbel" w:cs="Calibri"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5F2B" w14:textId="0C6D6B21" w:rsidR="0062227C" w:rsidRPr="00B75F0E" w:rsidRDefault="009F62EF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B75F0E">
              <w:rPr>
                <w:rFonts w:ascii="Corbel" w:eastAsia="Cambria" w:hAnsi="Corbel" w:cs="Calibri"/>
              </w:rPr>
              <w:t>Oddawanie nieruchomości w trwały zarząd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B894" w14:textId="12F51803" w:rsidR="0062227C" w:rsidRPr="00B75F0E" w:rsidRDefault="00FA0A66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B75F0E" w:rsidRPr="00B75F0E" w14:paraId="500F129C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9E79" w14:textId="3FF33977" w:rsidR="00526A55" w:rsidRPr="00B75F0E" w:rsidRDefault="00DB73F3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5</w:t>
            </w:r>
            <w:r w:rsidR="00526A55" w:rsidRPr="00B75F0E">
              <w:rPr>
                <w:rFonts w:ascii="Corbel" w:eastAsia="Cambria" w:hAnsi="Corbel" w:cs="Calibri"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66E4" w14:textId="0F5ADFB0" w:rsidR="00526A55" w:rsidRPr="00B75F0E" w:rsidRDefault="00526A55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</w:rPr>
              <w:t>Podziały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17FD" w14:textId="22EE2D3C" w:rsidR="00526A55" w:rsidRPr="00B75F0E" w:rsidRDefault="00FA0A66" w:rsidP="00526A55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B75F0E" w:rsidRPr="00B75F0E" w14:paraId="2EF1C863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FCEF" w14:textId="51C2F222" w:rsidR="00526A55" w:rsidRPr="00B75F0E" w:rsidRDefault="00DB73F3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  <w:bCs/>
              </w:rPr>
              <w:t>6</w:t>
            </w:r>
            <w:r w:rsidR="00526A55" w:rsidRPr="00B75F0E">
              <w:rPr>
                <w:rFonts w:ascii="Corbel" w:eastAsia="Cambria" w:hAnsi="Corbel" w:cs="Calibri"/>
                <w:bCs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20B6" w14:textId="7F7B1834" w:rsidR="00526A55" w:rsidRPr="00B75F0E" w:rsidRDefault="00526A55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  <w:bCs/>
              </w:rPr>
              <w:t>Scalanie i podział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AF53" w14:textId="0261C6A1" w:rsidR="00526A55" w:rsidRPr="00B75F0E" w:rsidRDefault="00FA0A66" w:rsidP="00526A55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B75F0E" w:rsidRPr="00B75F0E" w14:paraId="6222EE63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9198" w14:textId="46E8D95A" w:rsidR="00526A55" w:rsidRPr="00B75F0E" w:rsidRDefault="00DB73F3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  <w:bCs/>
              </w:rPr>
              <w:t>7</w:t>
            </w:r>
            <w:r w:rsidR="00526A55" w:rsidRPr="00B75F0E">
              <w:rPr>
                <w:rFonts w:ascii="Corbel" w:eastAsia="Cambria" w:hAnsi="Corbel" w:cs="Calibri"/>
                <w:bCs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34E1" w14:textId="041C2920" w:rsidR="00526A55" w:rsidRPr="00B75F0E" w:rsidRDefault="00526A55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  <w:bCs/>
              </w:rPr>
              <w:t>Prawo pierwokupu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9293" w14:textId="387D7F65" w:rsidR="00526A55" w:rsidRPr="00B75F0E" w:rsidRDefault="00FA0A66" w:rsidP="00526A55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2</w:t>
            </w:r>
          </w:p>
        </w:tc>
      </w:tr>
      <w:tr w:rsidR="00B75F0E" w:rsidRPr="00B75F0E" w14:paraId="14E521D6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83C2" w14:textId="59B46A79" w:rsidR="00526A55" w:rsidRPr="00B75F0E" w:rsidRDefault="00DB73F3" w:rsidP="003006BA">
            <w:pPr>
              <w:snapToGrid w:val="0"/>
              <w:spacing w:after="0" w:line="240" w:lineRule="auto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8</w:t>
            </w:r>
            <w:r w:rsidR="00526A55" w:rsidRPr="00B75F0E">
              <w:rPr>
                <w:rFonts w:ascii="Corbel" w:eastAsia="Cambria" w:hAnsi="Corbel" w:cs="Calibri"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893C" w14:textId="6B894FB1" w:rsidR="00526A55" w:rsidRPr="00B75F0E" w:rsidRDefault="00526A55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  <w:bCs/>
              </w:rPr>
              <w:t xml:space="preserve">Wywłaszczanie nieruchomości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A1E1" w14:textId="5698952E" w:rsidR="00526A55" w:rsidRPr="00B75F0E" w:rsidRDefault="00DB73F3" w:rsidP="00526A55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1</w:t>
            </w:r>
          </w:p>
        </w:tc>
      </w:tr>
      <w:tr w:rsidR="00B75F0E" w:rsidRPr="00B75F0E" w14:paraId="0AA0121D" w14:textId="77777777" w:rsidTr="00061727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B05B" w14:textId="47D6B2EA" w:rsidR="00526A55" w:rsidRPr="00B75F0E" w:rsidRDefault="00DB73F3" w:rsidP="003006BA">
            <w:pPr>
              <w:snapToGrid w:val="0"/>
              <w:spacing w:after="0" w:line="240" w:lineRule="auto"/>
              <w:rPr>
                <w:rFonts w:ascii="Corbel" w:eastAsia="Cambria" w:hAnsi="Corbel" w:cs="Calibri"/>
              </w:rPr>
            </w:pPr>
            <w:r>
              <w:rPr>
                <w:rFonts w:ascii="Corbel" w:eastAsia="Cambria" w:hAnsi="Corbel" w:cs="Calibri"/>
              </w:rPr>
              <w:t>9</w:t>
            </w:r>
            <w:r w:rsidR="003006BA" w:rsidRPr="00B75F0E">
              <w:rPr>
                <w:rFonts w:ascii="Corbel" w:eastAsia="Cambria" w:hAnsi="Corbel" w:cs="Calibri"/>
              </w:rPr>
              <w:t>.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7A2A" w14:textId="0DBA39A6" w:rsidR="00526A55" w:rsidRPr="00B75F0E" w:rsidRDefault="00526A55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  <w:bCs/>
              </w:rPr>
            </w:pPr>
            <w:r w:rsidRPr="00B75F0E">
              <w:rPr>
                <w:rFonts w:ascii="Corbel" w:eastAsia="Cambria" w:hAnsi="Corbel" w:cs="Calibri"/>
                <w:bCs/>
              </w:rPr>
              <w:t>Odszkodowania za wywłaszczone nieruchomości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4E56" w14:textId="6FEF2FF9" w:rsidR="00526A55" w:rsidRPr="00B75F0E" w:rsidRDefault="00526A55" w:rsidP="00526A55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B75F0E">
              <w:rPr>
                <w:rFonts w:ascii="Corbel" w:eastAsia="Cambria" w:hAnsi="Corbel" w:cs="Calibri"/>
              </w:rPr>
              <w:t>1</w:t>
            </w:r>
          </w:p>
        </w:tc>
      </w:tr>
      <w:tr w:rsidR="003A20FB" w:rsidRPr="00B75F0E" w14:paraId="580F8678" w14:textId="77777777" w:rsidTr="00061727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6BF7" w14:textId="7D85F176" w:rsidR="003A20FB" w:rsidRPr="00B75F0E" w:rsidRDefault="003A20FB" w:rsidP="00526A55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  <w:b/>
              </w:rPr>
            </w:pPr>
            <w:r w:rsidRPr="00B75F0E">
              <w:rPr>
                <w:rFonts w:ascii="Corbel" w:eastAsia="Cambria" w:hAnsi="Corbel" w:cs="Calibri"/>
                <w:b/>
              </w:rPr>
              <w:t>Suma: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B814" w14:textId="432F5152" w:rsidR="003A20FB" w:rsidRPr="00B75F0E" w:rsidRDefault="003A20FB" w:rsidP="00526A55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  <w:b/>
              </w:rPr>
            </w:pPr>
            <w:r w:rsidRPr="00B75F0E">
              <w:rPr>
                <w:rFonts w:ascii="Corbel" w:eastAsia="Cambria" w:hAnsi="Corbel" w:cs="Calibri"/>
                <w:b/>
              </w:rPr>
              <w:t>15</w:t>
            </w:r>
          </w:p>
        </w:tc>
      </w:tr>
    </w:tbl>
    <w:p w14:paraId="256CD433" w14:textId="77777777" w:rsidR="0085747A" w:rsidRPr="00B75F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157208" w14:textId="77777777" w:rsidR="0085747A" w:rsidRPr="00B75F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75F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75F0E">
        <w:rPr>
          <w:rFonts w:ascii="Corbel" w:hAnsi="Corbel"/>
          <w:sz w:val="24"/>
          <w:szCs w:val="24"/>
        </w:rPr>
        <w:t xml:space="preserve">, </w:t>
      </w:r>
      <w:r w:rsidRPr="00B75F0E">
        <w:rPr>
          <w:rFonts w:ascii="Corbel" w:hAnsi="Corbel"/>
          <w:sz w:val="24"/>
          <w:szCs w:val="24"/>
        </w:rPr>
        <w:t xml:space="preserve">zajęć praktycznych </w:t>
      </w:r>
    </w:p>
    <w:p w14:paraId="19DAF545" w14:textId="4701FF6C" w:rsidR="0085747A" w:rsidRPr="00B75F0E" w:rsidRDefault="00341FDE" w:rsidP="009C54AE">
      <w:pPr>
        <w:pStyle w:val="Punktygwne"/>
        <w:spacing w:before="0" w:after="0"/>
        <w:rPr>
          <w:rFonts w:ascii="Corbel" w:hAnsi="Corbel"/>
          <w:b w:val="0"/>
          <w:szCs w:val="24"/>
          <w:u w:val="single"/>
        </w:rPr>
      </w:pPr>
      <w:r w:rsidRPr="00B75F0E">
        <w:rPr>
          <w:rFonts w:ascii="Corbel" w:hAnsi="Corbel"/>
          <w:b w:val="0"/>
          <w:szCs w:val="24"/>
          <w:u w:val="single"/>
        </w:rPr>
        <w:t>NIE DOTYCZY</w:t>
      </w:r>
    </w:p>
    <w:p w14:paraId="39176353" w14:textId="77777777" w:rsidR="003A20FB" w:rsidRPr="00B75F0E" w:rsidRDefault="003A20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01FC7" w14:textId="77777777" w:rsidR="0085747A" w:rsidRPr="00B75F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>3.4 Metody dydaktyczne</w:t>
      </w:r>
      <w:r w:rsidRPr="00B75F0E">
        <w:rPr>
          <w:rFonts w:ascii="Corbel" w:hAnsi="Corbel"/>
          <w:b w:val="0"/>
          <w:smallCaps w:val="0"/>
          <w:szCs w:val="24"/>
        </w:rPr>
        <w:t xml:space="preserve"> </w:t>
      </w:r>
    </w:p>
    <w:p w14:paraId="1FCFC241" w14:textId="77777777" w:rsidR="0085747A" w:rsidRPr="00B75F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8F5A9" w14:textId="6E5F7C2A" w:rsidR="00D757A4" w:rsidRPr="00B75F0E" w:rsidRDefault="003A20FB" w:rsidP="003A20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4E8B6F71">
        <w:rPr>
          <w:rFonts w:ascii="Corbel" w:hAnsi="Corbel"/>
          <w:b w:val="0"/>
          <w:smallCaps w:val="0"/>
        </w:rPr>
        <w:t xml:space="preserve">Wykład: </w:t>
      </w:r>
      <w:r w:rsidR="00046B86" w:rsidRPr="4E8B6F71">
        <w:rPr>
          <w:rFonts w:ascii="Corbel" w:hAnsi="Corbel"/>
          <w:b w:val="0"/>
          <w:smallCaps w:val="0"/>
        </w:rPr>
        <w:t xml:space="preserve">wykład, </w:t>
      </w:r>
      <w:r w:rsidRPr="4E8B6F71">
        <w:rPr>
          <w:rFonts w:ascii="Corbel" w:hAnsi="Corbel"/>
          <w:b w:val="0"/>
          <w:smallCaps w:val="0"/>
        </w:rPr>
        <w:t>wykład z prezentacją multimedialną,</w:t>
      </w:r>
      <w:r w:rsidRPr="4E8B6F71">
        <w:rPr>
          <w:rFonts w:ascii="Calibri" w:hAnsi="Calibri"/>
          <w:b w:val="0"/>
          <w:smallCaps w:val="0"/>
          <w:sz w:val="22"/>
        </w:rPr>
        <w:t xml:space="preserve"> </w:t>
      </w:r>
      <w:r w:rsidRPr="4E8B6F71">
        <w:rPr>
          <w:rFonts w:ascii="Corbel" w:hAnsi="Corbel"/>
          <w:b w:val="0"/>
          <w:smallCaps w:val="0"/>
        </w:rPr>
        <w:t>metody kształcenia na odległość</w:t>
      </w:r>
      <w:r w:rsidR="00B4379D">
        <w:rPr>
          <w:rFonts w:ascii="Corbel" w:hAnsi="Corbel"/>
          <w:b w:val="0"/>
          <w:smallCaps w:val="0"/>
        </w:rPr>
        <w:t>,</w:t>
      </w:r>
      <w:r w:rsidR="00B4379D" w:rsidRPr="00B4379D">
        <w:t xml:space="preserve"> </w:t>
      </w:r>
      <w:r w:rsidR="00B4379D" w:rsidRPr="00B4379D">
        <w:rPr>
          <w:rFonts w:ascii="Corbel" w:hAnsi="Corbel"/>
          <w:b w:val="0"/>
          <w:smallCaps w:val="0"/>
        </w:rPr>
        <w:t>analiza i interpretacja tekstów źródłowych, rozwiązywanie zadań, dyskusja, analiza przypadków</w:t>
      </w:r>
    </w:p>
    <w:p w14:paraId="37434F65" w14:textId="77777777" w:rsidR="00E960BB" w:rsidRPr="00B75F0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9AB90" w14:textId="77777777" w:rsidR="0085747A" w:rsidRPr="00B75F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4. </w:t>
      </w:r>
      <w:r w:rsidR="0085747A" w:rsidRPr="00B75F0E">
        <w:rPr>
          <w:rFonts w:ascii="Corbel" w:hAnsi="Corbel"/>
          <w:smallCaps w:val="0"/>
          <w:szCs w:val="24"/>
        </w:rPr>
        <w:t>METODY I KRYTERIA OCENY</w:t>
      </w:r>
      <w:r w:rsidR="009F4610" w:rsidRPr="00B75F0E">
        <w:rPr>
          <w:rFonts w:ascii="Corbel" w:hAnsi="Corbel"/>
          <w:smallCaps w:val="0"/>
          <w:szCs w:val="24"/>
        </w:rPr>
        <w:t xml:space="preserve"> </w:t>
      </w:r>
    </w:p>
    <w:p w14:paraId="21476CEF" w14:textId="77777777" w:rsidR="00923D7D" w:rsidRPr="00B75F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2ADA73" w14:textId="77777777" w:rsidR="0085747A" w:rsidRPr="00B75F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75F0E">
        <w:rPr>
          <w:rFonts w:ascii="Corbel" w:hAnsi="Corbel"/>
          <w:smallCaps w:val="0"/>
          <w:szCs w:val="24"/>
        </w:rPr>
        <w:t>uczenia się</w:t>
      </w:r>
    </w:p>
    <w:p w14:paraId="230B4E83" w14:textId="77777777" w:rsidR="0085747A" w:rsidRPr="00B75F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75F0E" w:rsidRPr="00B75F0E" w14:paraId="1AAB54C2" w14:textId="77777777" w:rsidTr="00D757A4">
        <w:tc>
          <w:tcPr>
            <w:tcW w:w="1962" w:type="dxa"/>
            <w:vAlign w:val="center"/>
          </w:tcPr>
          <w:p w14:paraId="03CFBE2D" w14:textId="77777777" w:rsidR="0085747A" w:rsidRPr="00B75F0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3BF7BDE" w14:textId="77777777" w:rsidR="0085747A" w:rsidRPr="00B75F0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3FFE456" w14:textId="77777777" w:rsidR="0085747A" w:rsidRPr="00B75F0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B75F0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E7BEA3" w14:textId="77777777" w:rsidR="00923D7D" w:rsidRPr="00B75F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8955BE" w14:textId="77777777" w:rsidR="0085747A" w:rsidRPr="00B75F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75F0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75F0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F0E" w:rsidRPr="00B75F0E" w14:paraId="095615D0" w14:textId="77777777" w:rsidTr="00D757A4">
        <w:tc>
          <w:tcPr>
            <w:tcW w:w="1962" w:type="dxa"/>
          </w:tcPr>
          <w:p w14:paraId="0068AD28" w14:textId="09E7506F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K_W01</w:t>
            </w:r>
          </w:p>
        </w:tc>
        <w:tc>
          <w:tcPr>
            <w:tcW w:w="5441" w:type="dxa"/>
          </w:tcPr>
          <w:p w14:paraId="4AC77BF2" w14:textId="5868701B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61EAD765" w14:textId="133160E0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66F9AB9A" w14:textId="77777777" w:rsidTr="00D757A4">
        <w:tc>
          <w:tcPr>
            <w:tcW w:w="1962" w:type="dxa"/>
          </w:tcPr>
          <w:p w14:paraId="40979B10" w14:textId="0CCE9342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K_W02</w:t>
            </w:r>
          </w:p>
        </w:tc>
        <w:tc>
          <w:tcPr>
            <w:tcW w:w="5441" w:type="dxa"/>
          </w:tcPr>
          <w:p w14:paraId="132490FA" w14:textId="7589320B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7CDA8A54" w14:textId="40EF1EAA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3D6A1986" w14:textId="77777777" w:rsidTr="00D757A4">
        <w:tc>
          <w:tcPr>
            <w:tcW w:w="1962" w:type="dxa"/>
          </w:tcPr>
          <w:p w14:paraId="5D5B5AB8" w14:textId="0CF67CFA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K_W03</w:t>
            </w:r>
          </w:p>
        </w:tc>
        <w:tc>
          <w:tcPr>
            <w:tcW w:w="5441" w:type="dxa"/>
          </w:tcPr>
          <w:p w14:paraId="14B43730" w14:textId="5821D783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60B5E6F4" w14:textId="4D9ADB71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3722AEA0" w14:textId="77777777" w:rsidTr="00D757A4">
        <w:tc>
          <w:tcPr>
            <w:tcW w:w="1962" w:type="dxa"/>
          </w:tcPr>
          <w:p w14:paraId="61B4949D" w14:textId="19D490F5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K_W04</w:t>
            </w:r>
          </w:p>
        </w:tc>
        <w:tc>
          <w:tcPr>
            <w:tcW w:w="5441" w:type="dxa"/>
          </w:tcPr>
          <w:p w14:paraId="67B6405F" w14:textId="01B0F2E3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55D06795" w14:textId="2CF35F2F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02FB63B6" w14:textId="77777777" w:rsidTr="00D757A4">
        <w:tc>
          <w:tcPr>
            <w:tcW w:w="1962" w:type="dxa"/>
          </w:tcPr>
          <w:p w14:paraId="7CBB3A8E" w14:textId="78544EBB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K_U01</w:t>
            </w:r>
          </w:p>
        </w:tc>
        <w:tc>
          <w:tcPr>
            <w:tcW w:w="5441" w:type="dxa"/>
          </w:tcPr>
          <w:p w14:paraId="35C2651A" w14:textId="6D69CE00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7DAD78AC" w14:textId="188B8CA6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496E93C1" w14:textId="77777777" w:rsidTr="00D757A4">
        <w:tc>
          <w:tcPr>
            <w:tcW w:w="1962" w:type="dxa"/>
          </w:tcPr>
          <w:p w14:paraId="7B13DF10" w14:textId="7987BDC0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K_U03</w:t>
            </w:r>
          </w:p>
        </w:tc>
        <w:tc>
          <w:tcPr>
            <w:tcW w:w="5441" w:type="dxa"/>
          </w:tcPr>
          <w:p w14:paraId="44615ED3" w14:textId="6F7CD8B4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667FA1C9" w14:textId="13CA9237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663AAD31" w14:textId="77777777" w:rsidTr="00D757A4">
        <w:tc>
          <w:tcPr>
            <w:tcW w:w="1962" w:type="dxa"/>
          </w:tcPr>
          <w:p w14:paraId="4616E959" w14:textId="531FA825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K_U04</w:t>
            </w:r>
          </w:p>
        </w:tc>
        <w:tc>
          <w:tcPr>
            <w:tcW w:w="5441" w:type="dxa"/>
          </w:tcPr>
          <w:p w14:paraId="7802C85B" w14:textId="36A4D196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1DCD40C6" w14:textId="16D6BBE5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53FC7470" w14:textId="77777777" w:rsidTr="00D757A4">
        <w:tc>
          <w:tcPr>
            <w:tcW w:w="1962" w:type="dxa"/>
          </w:tcPr>
          <w:p w14:paraId="29D57A29" w14:textId="18933908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K_U06</w:t>
            </w:r>
          </w:p>
        </w:tc>
        <w:tc>
          <w:tcPr>
            <w:tcW w:w="5441" w:type="dxa"/>
          </w:tcPr>
          <w:p w14:paraId="7DBC329C" w14:textId="6E1B06BC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37EE81F5" w14:textId="52C8E563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6613D1B8" w14:textId="77777777" w:rsidTr="00D757A4">
        <w:tc>
          <w:tcPr>
            <w:tcW w:w="1962" w:type="dxa"/>
          </w:tcPr>
          <w:p w14:paraId="62AF45D0" w14:textId="772980FC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K_U07</w:t>
            </w:r>
          </w:p>
        </w:tc>
        <w:tc>
          <w:tcPr>
            <w:tcW w:w="5441" w:type="dxa"/>
          </w:tcPr>
          <w:p w14:paraId="79162FE0" w14:textId="75B9758B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6337931E" w14:textId="592B70BE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2D0A41C5" w14:textId="77777777" w:rsidTr="00D757A4">
        <w:tc>
          <w:tcPr>
            <w:tcW w:w="1962" w:type="dxa"/>
          </w:tcPr>
          <w:p w14:paraId="0DC7FC87" w14:textId="393D3E71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K_K01</w:t>
            </w:r>
          </w:p>
        </w:tc>
        <w:tc>
          <w:tcPr>
            <w:tcW w:w="5441" w:type="dxa"/>
          </w:tcPr>
          <w:p w14:paraId="4C2F76C6" w14:textId="626A9646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53EC5874" w14:textId="594D74F1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1FBFAAFD" w14:textId="77777777" w:rsidTr="00D757A4">
        <w:tc>
          <w:tcPr>
            <w:tcW w:w="1962" w:type="dxa"/>
          </w:tcPr>
          <w:p w14:paraId="155AE90E" w14:textId="4A4475BC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K_K02</w:t>
            </w:r>
          </w:p>
        </w:tc>
        <w:tc>
          <w:tcPr>
            <w:tcW w:w="5441" w:type="dxa"/>
          </w:tcPr>
          <w:p w14:paraId="5BAB7861" w14:textId="4A794346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5C360737" w14:textId="2504670C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6DC79C59" w14:textId="77777777" w:rsidTr="00D757A4">
        <w:tc>
          <w:tcPr>
            <w:tcW w:w="1962" w:type="dxa"/>
          </w:tcPr>
          <w:p w14:paraId="4D9E6638" w14:textId="3320F0DB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K_K03</w:t>
            </w:r>
          </w:p>
        </w:tc>
        <w:tc>
          <w:tcPr>
            <w:tcW w:w="5441" w:type="dxa"/>
          </w:tcPr>
          <w:p w14:paraId="50C45FAA" w14:textId="399657B4" w:rsidR="00FE71FC" w:rsidRPr="00B75F0E" w:rsidRDefault="0094731F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1896D720" w14:textId="34F20356" w:rsidR="00FE71FC" w:rsidRPr="00B75F0E" w:rsidRDefault="00FE71FC" w:rsidP="00FE7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B75F0E" w:rsidRPr="00B75F0E" w14:paraId="76858CB5" w14:textId="77777777" w:rsidTr="00D757A4">
        <w:tc>
          <w:tcPr>
            <w:tcW w:w="1962" w:type="dxa"/>
          </w:tcPr>
          <w:p w14:paraId="67F88E44" w14:textId="471935A0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K_K04</w:t>
            </w:r>
          </w:p>
        </w:tc>
        <w:tc>
          <w:tcPr>
            <w:tcW w:w="5441" w:type="dxa"/>
          </w:tcPr>
          <w:p w14:paraId="4576B96B" w14:textId="129C6713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76B41B3B" w14:textId="4376DB20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  <w:tr w:rsidR="0094731F" w:rsidRPr="00B75F0E" w14:paraId="09593E57" w14:textId="77777777" w:rsidTr="00D757A4">
        <w:tc>
          <w:tcPr>
            <w:tcW w:w="1962" w:type="dxa"/>
          </w:tcPr>
          <w:p w14:paraId="013E11BF" w14:textId="681261F0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3"/>
              </w:rPr>
            </w:pPr>
            <w:r w:rsidRPr="00B75F0E">
              <w:rPr>
                <w:rFonts w:ascii="Corbel" w:hAnsi="Corbel"/>
                <w:b w:val="0"/>
                <w:bCs/>
                <w:sz w:val="23"/>
              </w:rPr>
              <w:t>K_K05</w:t>
            </w:r>
          </w:p>
        </w:tc>
        <w:tc>
          <w:tcPr>
            <w:tcW w:w="5441" w:type="dxa"/>
          </w:tcPr>
          <w:p w14:paraId="453B7333" w14:textId="2D38AC36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bCs/>
                <w:sz w:val="23"/>
                <w:szCs w:val="23"/>
              </w:rPr>
              <w:t>Egzamin</w:t>
            </w:r>
          </w:p>
        </w:tc>
        <w:tc>
          <w:tcPr>
            <w:tcW w:w="2117" w:type="dxa"/>
          </w:tcPr>
          <w:p w14:paraId="14BF48D1" w14:textId="41C12F25" w:rsidR="0094731F" w:rsidRPr="00B75F0E" w:rsidRDefault="0094731F" w:rsidP="00947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5F0E">
              <w:rPr>
                <w:rFonts w:ascii="Corbel" w:hAnsi="Corbel"/>
                <w:b w:val="0"/>
                <w:sz w:val="23"/>
                <w:szCs w:val="23"/>
              </w:rPr>
              <w:t>w</w:t>
            </w:r>
          </w:p>
        </w:tc>
      </w:tr>
    </w:tbl>
    <w:p w14:paraId="2DAF642A" w14:textId="77777777" w:rsidR="00923D7D" w:rsidRPr="00B75F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55ADA" w14:textId="77777777" w:rsidR="00E46F4C" w:rsidRDefault="00E46F4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CA26312" w14:textId="2A7BEC4F" w:rsidR="0085747A" w:rsidRPr="00B75F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75F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75F0E">
        <w:rPr>
          <w:rFonts w:ascii="Corbel" w:hAnsi="Corbel"/>
          <w:smallCaps w:val="0"/>
          <w:szCs w:val="24"/>
        </w:rPr>
        <w:t xml:space="preserve"> </w:t>
      </w:r>
    </w:p>
    <w:p w14:paraId="3CBF6BC7" w14:textId="77777777" w:rsidR="00923D7D" w:rsidRPr="00B75F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75F0E" w14:paraId="534196A8" w14:textId="77777777" w:rsidTr="00923D7D">
        <w:tc>
          <w:tcPr>
            <w:tcW w:w="9670" w:type="dxa"/>
          </w:tcPr>
          <w:p w14:paraId="67866C9E" w14:textId="33E72A8F" w:rsidR="00FE71FC" w:rsidRPr="00B75F0E" w:rsidRDefault="00FE71FC" w:rsidP="006F672C">
            <w:pPr>
              <w:pStyle w:val="Punktygwne"/>
              <w:spacing w:before="120" w:after="0"/>
              <w:jc w:val="both"/>
            </w:pPr>
            <w:r w:rsidRPr="00B75F0E">
              <w:rPr>
                <w:rFonts w:ascii="Corbel" w:hAnsi="Corbel"/>
                <w:b w:val="0"/>
                <w:smallCaps w:val="0"/>
                <w:sz w:val="22"/>
              </w:rPr>
              <w:t>Wynik egzaminu ustalany na podstawie pisemnych lub ustnych odpowiedzi studentów gdzie ocena pozytywna osiągana jest przy min. 51% poprawnych odpowiedzi.</w:t>
            </w:r>
          </w:p>
          <w:p w14:paraId="3C683522" w14:textId="77777777" w:rsidR="0085747A" w:rsidRPr="00B75F0E" w:rsidRDefault="00FE71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  <w:p w14:paraId="750638AB" w14:textId="27CAC578" w:rsidR="00ED0340" w:rsidRPr="00B75F0E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DO EGZAMINU</w:t>
            </w:r>
            <w:r w:rsidR="007632A0"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STOSUJE SIĘ PRZELICZNIK ZA ODPOWIEDNI PROCENT UZYSKANYCH PUNKTÓW: </w:t>
            </w:r>
          </w:p>
          <w:p w14:paraId="0AB8FF72" w14:textId="77777777" w:rsidR="00ED0340" w:rsidRPr="00B75F0E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14:paraId="762C6DAF" w14:textId="77777777" w:rsidR="00ED0340" w:rsidRPr="00B75F0E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 51% - 60% - DOSTATECZNY,</w:t>
            </w:r>
          </w:p>
          <w:p w14:paraId="2178D866" w14:textId="77777777" w:rsidR="00ED0340" w:rsidRPr="00B75F0E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14:paraId="3412846B" w14:textId="77777777" w:rsidR="00ED0340" w:rsidRPr="00B75F0E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456EBBA9" w14:textId="77777777" w:rsidR="00ED0340" w:rsidRPr="00B75F0E" w:rsidRDefault="00ED0340" w:rsidP="00ED0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14:paraId="6A9AE49F" w14:textId="4422247A" w:rsidR="00ED0340" w:rsidRPr="00B75F0E" w:rsidRDefault="00ED0340" w:rsidP="006F672C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- 91% -  100% - BARDZO DOBRY.</w:t>
            </w:r>
          </w:p>
        </w:tc>
      </w:tr>
    </w:tbl>
    <w:p w14:paraId="163D7E48" w14:textId="77777777" w:rsidR="0085747A" w:rsidRPr="00B75F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23C10" w14:textId="77777777" w:rsidR="009F4610" w:rsidRPr="00B75F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75F0E">
        <w:rPr>
          <w:rFonts w:ascii="Corbel" w:hAnsi="Corbel"/>
          <w:b/>
          <w:sz w:val="24"/>
          <w:szCs w:val="24"/>
        </w:rPr>
        <w:t xml:space="preserve">5. </w:t>
      </w:r>
      <w:r w:rsidR="00C61DC5" w:rsidRPr="00B75F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671C96" w14:textId="77777777" w:rsidR="0085747A" w:rsidRPr="00B75F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B75F0E" w:rsidRPr="00B75F0E" w14:paraId="2D4EBBB0" w14:textId="77777777" w:rsidTr="006F672C">
        <w:tc>
          <w:tcPr>
            <w:tcW w:w="5132" w:type="dxa"/>
            <w:vAlign w:val="center"/>
          </w:tcPr>
          <w:p w14:paraId="2AC07A1D" w14:textId="77777777" w:rsidR="0085747A" w:rsidRPr="00B75F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75F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75F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5197949" w14:textId="77777777" w:rsidR="0085747A" w:rsidRPr="00B75F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75F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75F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75F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75F0E" w:rsidRPr="00B75F0E" w14:paraId="256F7E77" w14:textId="77777777" w:rsidTr="006F672C">
        <w:tc>
          <w:tcPr>
            <w:tcW w:w="5132" w:type="dxa"/>
          </w:tcPr>
          <w:p w14:paraId="4083246E" w14:textId="1EF9D41E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388" w:type="dxa"/>
          </w:tcPr>
          <w:p w14:paraId="714B57A4" w14:textId="4691E1AE" w:rsidR="001F5DF4" w:rsidRPr="00B75F0E" w:rsidRDefault="4EBAD0B6" w:rsidP="001F5DF4">
            <w:pPr>
              <w:pStyle w:val="Akapitzlist"/>
              <w:spacing w:after="120" w:line="240" w:lineRule="auto"/>
              <w:ind w:left="0"/>
            </w:pPr>
            <w:r w:rsidRPr="4E8B6F71">
              <w:rPr>
                <w:rFonts w:ascii="Corbel" w:hAnsi="Corbel"/>
              </w:rPr>
              <w:t xml:space="preserve">15 godz. </w:t>
            </w:r>
          </w:p>
          <w:p w14:paraId="02197378" w14:textId="2B3A7416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75F0E" w:rsidRPr="00B75F0E" w14:paraId="28E42728" w14:textId="77777777" w:rsidTr="006F672C">
        <w:tc>
          <w:tcPr>
            <w:tcW w:w="5132" w:type="dxa"/>
          </w:tcPr>
          <w:p w14:paraId="58A12552" w14:textId="77777777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BFF5C4" w14:textId="39218E8F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434428F5" w14:textId="5766E0A2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B75F0E" w:rsidRPr="00B75F0E" w14:paraId="018C2E86" w14:textId="77777777" w:rsidTr="006F672C">
        <w:tc>
          <w:tcPr>
            <w:tcW w:w="5132" w:type="dxa"/>
          </w:tcPr>
          <w:p w14:paraId="31808A52" w14:textId="77777777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75F0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75F0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F48795" w14:textId="2B474841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66024E8C" w14:textId="2AEF4390" w:rsidR="001F5DF4" w:rsidRPr="00B75F0E" w:rsidRDefault="0094731F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9</w:t>
            </w:r>
            <w:r w:rsidR="00AB143F" w:rsidRPr="00B75F0E">
              <w:rPr>
                <w:rFonts w:ascii="Corbel" w:hAnsi="Corbel"/>
                <w:sz w:val="24"/>
                <w:szCs w:val="24"/>
              </w:rPr>
              <w:t>5</w:t>
            </w:r>
            <w:r w:rsidR="001F5DF4" w:rsidRPr="00B75F0E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B75F0E" w:rsidRPr="00B75F0E" w14:paraId="1D02EEFB" w14:textId="77777777" w:rsidTr="006F672C">
        <w:tc>
          <w:tcPr>
            <w:tcW w:w="5132" w:type="dxa"/>
          </w:tcPr>
          <w:p w14:paraId="79E1801A" w14:textId="401956D8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F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AFC52D7" w14:textId="5330F621" w:rsidR="001F5DF4" w:rsidRPr="00B75F0E" w:rsidRDefault="4EBAD0B6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8B6F71">
              <w:rPr>
                <w:rFonts w:ascii="Corbel" w:hAnsi="Corbel"/>
                <w:sz w:val="24"/>
                <w:szCs w:val="24"/>
              </w:rPr>
              <w:t xml:space="preserve">112 </w:t>
            </w:r>
          </w:p>
        </w:tc>
      </w:tr>
      <w:tr w:rsidR="00B75F0E" w:rsidRPr="00B75F0E" w14:paraId="093E2AD5" w14:textId="77777777" w:rsidTr="006F672C">
        <w:trPr>
          <w:trHeight w:val="365"/>
        </w:trPr>
        <w:tc>
          <w:tcPr>
            <w:tcW w:w="5132" w:type="dxa"/>
          </w:tcPr>
          <w:p w14:paraId="1496C3BD" w14:textId="1AD6EA60" w:rsidR="001F5DF4" w:rsidRPr="00B75F0E" w:rsidRDefault="001F5DF4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75F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6DFF81B" w14:textId="6D269C4D" w:rsidR="001F5DF4" w:rsidRPr="00B75F0E" w:rsidRDefault="4EBAD0B6" w:rsidP="001F5D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8B6F71">
              <w:rPr>
                <w:rFonts w:ascii="Corbel" w:hAnsi="Corbel"/>
                <w:sz w:val="24"/>
                <w:szCs w:val="24"/>
              </w:rPr>
              <w:t xml:space="preserve">4 </w:t>
            </w:r>
          </w:p>
        </w:tc>
      </w:tr>
    </w:tbl>
    <w:p w14:paraId="30FDED25" w14:textId="77777777" w:rsidR="0085747A" w:rsidRPr="00B75F0E" w:rsidRDefault="00923D7D" w:rsidP="006F672C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75F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75F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7F6E06" w14:textId="77777777" w:rsidR="003E1941" w:rsidRPr="00B75F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AC9DE4" w14:textId="77777777" w:rsidR="0085747A" w:rsidRPr="00B75F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6. </w:t>
      </w:r>
      <w:r w:rsidR="0085747A" w:rsidRPr="00B75F0E">
        <w:rPr>
          <w:rFonts w:ascii="Corbel" w:hAnsi="Corbel"/>
          <w:smallCaps w:val="0"/>
          <w:szCs w:val="24"/>
        </w:rPr>
        <w:t>PRAKTYKI ZAWO</w:t>
      </w:r>
      <w:r w:rsidR="009D3F3B" w:rsidRPr="00B75F0E">
        <w:rPr>
          <w:rFonts w:ascii="Corbel" w:hAnsi="Corbel"/>
          <w:smallCaps w:val="0"/>
          <w:szCs w:val="24"/>
        </w:rPr>
        <w:t>DOWE W RAMACH PRZEDMIOTU</w:t>
      </w:r>
    </w:p>
    <w:p w14:paraId="58321921" w14:textId="77777777" w:rsidR="0085747A" w:rsidRPr="00B75F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B75F0E" w:rsidRPr="00B75F0E" w14:paraId="6A6206F6" w14:textId="77777777" w:rsidTr="006F672C">
        <w:trPr>
          <w:trHeight w:val="397"/>
        </w:trPr>
        <w:tc>
          <w:tcPr>
            <w:tcW w:w="3856" w:type="dxa"/>
          </w:tcPr>
          <w:p w14:paraId="14FAF702" w14:textId="77777777" w:rsidR="0085747A" w:rsidRPr="00B75F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AE2D067" w14:textId="1B42FAF6" w:rsidR="0085747A" w:rsidRPr="00B75F0E" w:rsidRDefault="001F5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B75F0E" w14:paraId="4F558F77" w14:textId="77777777" w:rsidTr="006F672C">
        <w:trPr>
          <w:trHeight w:val="397"/>
        </w:trPr>
        <w:tc>
          <w:tcPr>
            <w:tcW w:w="3856" w:type="dxa"/>
          </w:tcPr>
          <w:p w14:paraId="4DB1FBD6" w14:textId="77777777" w:rsidR="0085747A" w:rsidRPr="00B75F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0170CDF" w14:textId="5496ACAF" w:rsidR="0085747A" w:rsidRPr="00B75F0E" w:rsidRDefault="001F5D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6DBADF" w14:textId="77777777" w:rsidR="003E1941" w:rsidRPr="00B75F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6D368" w14:textId="77777777" w:rsidR="0085747A" w:rsidRPr="00B75F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75F0E">
        <w:rPr>
          <w:rFonts w:ascii="Corbel" w:hAnsi="Corbel"/>
          <w:smallCaps w:val="0"/>
          <w:szCs w:val="24"/>
        </w:rPr>
        <w:t xml:space="preserve">7. </w:t>
      </w:r>
      <w:r w:rsidR="0085747A" w:rsidRPr="00B75F0E">
        <w:rPr>
          <w:rFonts w:ascii="Corbel" w:hAnsi="Corbel"/>
          <w:smallCaps w:val="0"/>
          <w:szCs w:val="24"/>
        </w:rPr>
        <w:t>LITERATURA</w:t>
      </w:r>
      <w:r w:rsidRPr="00B75F0E">
        <w:rPr>
          <w:rFonts w:ascii="Corbel" w:hAnsi="Corbel"/>
          <w:smallCaps w:val="0"/>
          <w:szCs w:val="24"/>
        </w:rPr>
        <w:t xml:space="preserve"> </w:t>
      </w:r>
    </w:p>
    <w:p w14:paraId="170900D2" w14:textId="77777777" w:rsidR="00675843" w:rsidRPr="00B75F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F0E" w:rsidRPr="00B75F0E" w14:paraId="43415488" w14:textId="77777777" w:rsidTr="4E8B6F71">
        <w:trPr>
          <w:trHeight w:val="397"/>
        </w:trPr>
        <w:tc>
          <w:tcPr>
            <w:tcW w:w="7513" w:type="dxa"/>
          </w:tcPr>
          <w:p w14:paraId="57649D55" w14:textId="77777777" w:rsidR="0085747A" w:rsidRPr="00B75F0E" w:rsidRDefault="0085747A" w:rsidP="4E8B6F7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E8B6F71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6B52D1F" w14:textId="6990D699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95646F2" w14:textId="1DE9AA0A" w:rsidR="001F5DF4" w:rsidRPr="00B75F0E" w:rsidRDefault="003079C0" w:rsidP="00757E9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M. Wierzbowski (red.), </w:t>
            </w:r>
            <w:r w:rsidRPr="00B75F0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administracyjne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="00C02120" w:rsidRPr="00B75F0E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C02120" w:rsidRPr="00B75F0E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  <w:p w14:paraId="7B87C707" w14:textId="343D7CD7" w:rsidR="00770E6A" w:rsidRPr="00B75F0E" w:rsidRDefault="00770E6A" w:rsidP="00770E6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B75F0E">
              <w:rPr>
                <w:rFonts w:ascii="Corbel" w:hAnsi="Corbel"/>
                <w:b w:val="0"/>
                <w:smallCaps w:val="0"/>
                <w:szCs w:val="24"/>
              </w:rPr>
              <w:t>Duniewska</w:t>
            </w:r>
            <w:proofErr w:type="spellEnd"/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, B. Jaworska-Dębska, E. Olejniczak-Szałowska, M. </w:t>
            </w:r>
            <w:proofErr w:type="spellStart"/>
            <w:r w:rsidRPr="00B75F0E">
              <w:rPr>
                <w:rFonts w:ascii="Corbel" w:hAnsi="Corbel"/>
                <w:b w:val="0"/>
                <w:smallCaps w:val="0"/>
                <w:szCs w:val="24"/>
              </w:rPr>
              <w:t>Stahl</w:t>
            </w:r>
            <w:proofErr w:type="spellEnd"/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75F0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administracyjne materialne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2020</w:t>
            </w:r>
          </w:p>
          <w:p w14:paraId="4E60685B" w14:textId="77777777" w:rsidR="00C02120" w:rsidRPr="006F672C" w:rsidRDefault="00757E98" w:rsidP="00ED034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M. </w:t>
            </w:r>
            <w:proofErr w:type="spellStart"/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>Durzyńska</w:t>
            </w:r>
            <w:proofErr w:type="spellEnd"/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Pr="00B75F0E">
              <w:rPr>
                <w:rFonts w:ascii="Corbel" w:hAnsi="Corbel"/>
                <w:b w:val="0"/>
                <w:i/>
                <w:smallCaps w:val="0"/>
                <w:szCs w:val="24"/>
              </w:rPr>
              <w:t>Podział nieruchomości</w:t>
            </w:r>
            <w:r w:rsidRPr="00B75F0E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2021</w:t>
            </w:r>
          </w:p>
          <w:p w14:paraId="4F712911" w14:textId="239B0303" w:rsidR="006F672C" w:rsidRPr="00B75F0E" w:rsidRDefault="006F672C" w:rsidP="006F672C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w:rsidR="0085747A" w:rsidRPr="00B75F0E" w14:paraId="1964EF22" w14:textId="77777777" w:rsidTr="4E8B6F71">
        <w:trPr>
          <w:trHeight w:val="397"/>
        </w:trPr>
        <w:tc>
          <w:tcPr>
            <w:tcW w:w="7513" w:type="dxa"/>
          </w:tcPr>
          <w:p w14:paraId="32B42C51" w14:textId="77777777" w:rsidR="0085747A" w:rsidRPr="00B75F0E" w:rsidRDefault="0085747A" w:rsidP="4E8B6F7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E8B6F71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4E096A77" w14:textId="46EBE9C7" w:rsidR="4E8B6F71" w:rsidRDefault="4E8B6F71" w:rsidP="4E8B6F7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64FC49C" w14:textId="77777777" w:rsidR="00693553" w:rsidRPr="00693553" w:rsidRDefault="00757E98" w:rsidP="0069355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75F0E">
              <w:rPr>
                <w:rFonts w:ascii="Corbel" w:hAnsi="Corbel"/>
                <w:b w:val="0"/>
                <w:smallCaps w:val="0"/>
                <w:szCs w:val="24"/>
              </w:rPr>
              <w:t xml:space="preserve">R. Strzelczyk, </w:t>
            </w:r>
            <w:r w:rsidRPr="00B75F0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Prawo nieruchomości, </w:t>
            </w:r>
            <w:r w:rsidRPr="00B75F0E">
              <w:rPr>
                <w:rFonts w:ascii="Corbel" w:hAnsi="Corbel"/>
                <w:b w:val="0"/>
                <w:iCs/>
                <w:smallCaps w:val="0"/>
                <w:szCs w:val="24"/>
              </w:rPr>
              <w:t>Wyd. 6, Wydawnictwo C.H. Beck, Warszawa 2019</w:t>
            </w:r>
          </w:p>
          <w:p w14:paraId="345C2D61" w14:textId="77777777" w:rsidR="00693553" w:rsidRPr="00693553" w:rsidRDefault="00693553" w:rsidP="0069355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693553">
              <w:rPr>
                <w:rFonts w:ascii="Corbel" w:hAnsi="Corbel"/>
                <w:b w:val="0"/>
                <w:smallCaps w:val="0"/>
              </w:rPr>
              <w:t xml:space="preserve">E. Klat-Górska, </w:t>
            </w:r>
            <w:r w:rsidRPr="00693553">
              <w:rPr>
                <w:rFonts w:ascii="Corbel" w:hAnsi="Corbel"/>
                <w:b w:val="0"/>
                <w:i/>
                <w:iCs/>
                <w:smallCaps w:val="0"/>
              </w:rPr>
              <w:t>Ustawa o gospodarce nieruchomościami. Komentarz</w:t>
            </w:r>
            <w:r w:rsidRPr="00693553">
              <w:rPr>
                <w:rFonts w:ascii="Corbel" w:hAnsi="Corbel"/>
                <w:b w:val="0"/>
                <w:smallCaps w:val="0"/>
              </w:rPr>
              <w:t>, Wydawnictwo Wolters Kluwer, Warszawa 2024</w:t>
            </w:r>
          </w:p>
          <w:p w14:paraId="0C7650B7" w14:textId="300B161D" w:rsidR="00693553" w:rsidRPr="00693553" w:rsidRDefault="00693553" w:rsidP="0069355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693553">
              <w:rPr>
                <w:rFonts w:ascii="Corbel" w:hAnsi="Corbel"/>
                <w:b w:val="0"/>
                <w:smallCaps w:val="0"/>
              </w:rPr>
              <w:t>M. Wolanin</w:t>
            </w:r>
            <w:r w:rsidRPr="00693553">
              <w:rPr>
                <w:rFonts w:ascii="Corbel" w:hAnsi="Corbel"/>
                <w:b w:val="0"/>
                <w:i/>
                <w:iCs/>
                <w:smallCaps w:val="0"/>
              </w:rPr>
              <w:t xml:space="preserve">, Podziały, scalenia i rozgraniczenia nieruchomości oraz procedury ewidencyjne, </w:t>
            </w:r>
            <w:proofErr w:type="spellStart"/>
            <w:r w:rsidRPr="00693553">
              <w:rPr>
                <w:rFonts w:ascii="Corbel" w:hAnsi="Corbel"/>
                <w:b w:val="0"/>
                <w:smallCaps w:val="0"/>
              </w:rPr>
              <w:t>C.H.Beck</w:t>
            </w:r>
            <w:proofErr w:type="spellEnd"/>
            <w:r w:rsidRPr="00693553">
              <w:rPr>
                <w:rFonts w:ascii="Corbel" w:hAnsi="Corbel"/>
                <w:b w:val="0"/>
                <w:smallCaps w:val="0"/>
              </w:rPr>
              <w:t>, Warszawa 2025</w:t>
            </w:r>
          </w:p>
          <w:p w14:paraId="3C54B9B3" w14:textId="4F45A9B8" w:rsidR="00757E98" w:rsidRPr="00B75F0E" w:rsidRDefault="00757E98" w:rsidP="0069355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50369C6E" w14:textId="77777777" w:rsidR="0085747A" w:rsidRPr="00B75F0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1C00D3" w14:textId="77777777" w:rsidR="0085747A" w:rsidRPr="00B75F0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5888D2" w14:textId="77777777" w:rsidR="0085747A" w:rsidRPr="00B7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75F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75F0E" w:rsidSect="00A81D4D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7F634" w14:textId="77777777" w:rsidR="00AA526E" w:rsidRDefault="00AA526E" w:rsidP="00C16ABF">
      <w:pPr>
        <w:spacing w:after="0" w:line="240" w:lineRule="auto"/>
      </w:pPr>
      <w:r>
        <w:separator/>
      </w:r>
    </w:p>
  </w:endnote>
  <w:endnote w:type="continuationSeparator" w:id="0">
    <w:p w14:paraId="53070175" w14:textId="77777777" w:rsidR="00AA526E" w:rsidRDefault="00AA52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82DDC" w14:textId="77777777" w:rsidR="00AA526E" w:rsidRDefault="00AA526E" w:rsidP="00C16ABF">
      <w:pPr>
        <w:spacing w:after="0" w:line="240" w:lineRule="auto"/>
      </w:pPr>
      <w:r>
        <w:separator/>
      </w:r>
    </w:p>
  </w:footnote>
  <w:footnote w:type="continuationSeparator" w:id="0">
    <w:p w14:paraId="5DA26A67" w14:textId="77777777" w:rsidR="00AA526E" w:rsidRDefault="00AA526E" w:rsidP="00C16ABF">
      <w:pPr>
        <w:spacing w:after="0" w:line="240" w:lineRule="auto"/>
      </w:pPr>
      <w:r>
        <w:continuationSeparator/>
      </w:r>
    </w:p>
  </w:footnote>
  <w:footnote w:id="1">
    <w:p w14:paraId="315962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1F02"/>
    <w:multiLevelType w:val="hybridMultilevel"/>
    <w:tmpl w:val="34D05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799A"/>
    <w:multiLevelType w:val="hybridMultilevel"/>
    <w:tmpl w:val="F156F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D11D44"/>
    <w:multiLevelType w:val="hybridMultilevel"/>
    <w:tmpl w:val="FBD83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066275">
    <w:abstractNumId w:val="2"/>
  </w:num>
  <w:num w:numId="2" w16cid:durableId="634989889">
    <w:abstractNumId w:val="1"/>
  </w:num>
  <w:num w:numId="3" w16cid:durableId="1507358882">
    <w:abstractNumId w:val="3"/>
  </w:num>
  <w:num w:numId="4" w16cid:durableId="3654503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B86"/>
    <w:rsid w:val="0006172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030"/>
    <w:rsid w:val="0014590E"/>
    <w:rsid w:val="00146BC0"/>
    <w:rsid w:val="001512DF"/>
    <w:rsid w:val="00153C41"/>
    <w:rsid w:val="00154381"/>
    <w:rsid w:val="001640A7"/>
    <w:rsid w:val="00164FA7"/>
    <w:rsid w:val="00166A03"/>
    <w:rsid w:val="001718A7"/>
    <w:rsid w:val="001737CF"/>
    <w:rsid w:val="00176083"/>
    <w:rsid w:val="001860B9"/>
    <w:rsid w:val="00192F37"/>
    <w:rsid w:val="00194879"/>
    <w:rsid w:val="001A70D2"/>
    <w:rsid w:val="001B7068"/>
    <w:rsid w:val="001D657B"/>
    <w:rsid w:val="001D7B54"/>
    <w:rsid w:val="001E0209"/>
    <w:rsid w:val="001F2CA2"/>
    <w:rsid w:val="001F5DF4"/>
    <w:rsid w:val="002144C0"/>
    <w:rsid w:val="00220578"/>
    <w:rsid w:val="0022477D"/>
    <w:rsid w:val="002278A9"/>
    <w:rsid w:val="002336F9"/>
    <w:rsid w:val="0024028F"/>
    <w:rsid w:val="002423A1"/>
    <w:rsid w:val="00244ABC"/>
    <w:rsid w:val="00260EB1"/>
    <w:rsid w:val="00272F92"/>
    <w:rsid w:val="00281FF2"/>
    <w:rsid w:val="002857DE"/>
    <w:rsid w:val="00291567"/>
    <w:rsid w:val="00296A4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6BA"/>
    <w:rsid w:val="003018BA"/>
    <w:rsid w:val="0030395F"/>
    <w:rsid w:val="00305C92"/>
    <w:rsid w:val="003079C0"/>
    <w:rsid w:val="00312A45"/>
    <w:rsid w:val="003151C5"/>
    <w:rsid w:val="0031779F"/>
    <w:rsid w:val="003343CF"/>
    <w:rsid w:val="00341FDE"/>
    <w:rsid w:val="00346FE9"/>
    <w:rsid w:val="0034759A"/>
    <w:rsid w:val="003503F6"/>
    <w:rsid w:val="003530DD"/>
    <w:rsid w:val="00355798"/>
    <w:rsid w:val="00363F78"/>
    <w:rsid w:val="00382994"/>
    <w:rsid w:val="003A0A5B"/>
    <w:rsid w:val="003A1176"/>
    <w:rsid w:val="003A20F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7E8"/>
    <w:rsid w:val="004D5282"/>
    <w:rsid w:val="004E0AA4"/>
    <w:rsid w:val="004F1551"/>
    <w:rsid w:val="004F55A3"/>
    <w:rsid w:val="0050496F"/>
    <w:rsid w:val="00513B6F"/>
    <w:rsid w:val="00517C63"/>
    <w:rsid w:val="00526A55"/>
    <w:rsid w:val="00535E9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948"/>
    <w:rsid w:val="00621CE1"/>
    <w:rsid w:val="0062227C"/>
    <w:rsid w:val="00627FC9"/>
    <w:rsid w:val="006354C4"/>
    <w:rsid w:val="00647FA8"/>
    <w:rsid w:val="00650C5F"/>
    <w:rsid w:val="00654934"/>
    <w:rsid w:val="006620D9"/>
    <w:rsid w:val="00671958"/>
    <w:rsid w:val="00675843"/>
    <w:rsid w:val="00693553"/>
    <w:rsid w:val="00696477"/>
    <w:rsid w:val="006C167B"/>
    <w:rsid w:val="006D050F"/>
    <w:rsid w:val="006D6139"/>
    <w:rsid w:val="006E5D65"/>
    <w:rsid w:val="006F0511"/>
    <w:rsid w:val="006F1282"/>
    <w:rsid w:val="006F1FBC"/>
    <w:rsid w:val="006F31E2"/>
    <w:rsid w:val="006F672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E98"/>
    <w:rsid w:val="007632A0"/>
    <w:rsid w:val="00763BF1"/>
    <w:rsid w:val="00766FD4"/>
    <w:rsid w:val="00770E6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8DBC"/>
    <w:rsid w:val="007F1A76"/>
    <w:rsid w:val="007F4155"/>
    <w:rsid w:val="00803F4E"/>
    <w:rsid w:val="0081554D"/>
    <w:rsid w:val="00816571"/>
    <w:rsid w:val="0081707E"/>
    <w:rsid w:val="0084091E"/>
    <w:rsid w:val="008449B3"/>
    <w:rsid w:val="008552A2"/>
    <w:rsid w:val="0085747A"/>
    <w:rsid w:val="00882E8D"/>
    <w:rsid w:val="00884922"/>
    <w:rsid w:val="00885F64"/>
    <w:rsid w:val="008917F9"/>
    <w:rsid w:val="008A13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BE"/>
    <w:rsid w:val="00916188"/>
    <w:rsid w:val="00923D7D"/>
    <w:rsid w:val="0094731F"/>
    <w:rsid w:val="009508DF"/>
    <w:rsid w:val="00950DAC"/>
    <w:rsid w:val="00954A07"/>
    <w:rsid w:val="00983A88"/>
    <w:rsid w:val="009934D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EF"/>
    <w:rsid w:val="00A00ECC"/>
    <w:rsid w:val="00A03F3F"/>
    <w:rsid w:val="00A155EE"/>
    <w:rsid w:val="00A2245B"/>
    <w:rsid w:val="00A30110"/>
    <w:rsid w:val="00A35A26"/>
    <w:rsid w:val="00A36899"/>
    <w:rsid w:val="00A371F6"/>
    <w:rsid w:val="00A43BF6"/>
    <w:rsid w:val="00A53FA5"/>
    <w:rsid w:val="00A54817"/>
    <w:rsid w:val="00A601C8"/>
    <w:rsid w:val="00A60799"/>
    <w:rsid w:val="00A72F60"/>
    <w:rsid w:val="00A81D4D"/>
    <w:rsid w:val="00A84C85"/>
    <w:rsid w:val="00A93FB7"/>
    <w:rsid w:val="00A97DE1"/>
    <w:rsid w:val="00AA526E"/>
    <w:rsid w:val="00AB053C"/>
    <w:rsid w:val="00AB14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BB"/>
    <w:rsid w:val="00B40ADB"/>
    <w:rsid w:val="00B4379D"/>
    <w:rsid w:val="00B43B77"/>
    <w:rsid w:val="00B43E80"/>
    <w:rsid w:val="00B607DB"/>
    <w:rsid w:val="00B66529"/>
    <w:rsid w:val="00B75946"/>
    <w:rsid w:val="00B75F0E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120"/>
    <w:rsid w:val="00C058B4"/>
    <w:rsid w:val="00C05F44"/>
    <w:rsid w:val="00C06FB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3B1"/>
    <w:rsid w:val="00C70A26"/>
    <w:rsid w:val="00C766DF"/>
    <w:rsid w:val="00C77D7A"/>
    <w:rsid w:val="00C94B98"/>
    <w:rsid w:val="00CA2B96"/>
    <w:rsid w:val="00CA5089"/>
    <w:rsid w:val="00CA56E5"/>
    <w:rsid w:val="00CC2C5A"/>
    <w:rsid w:val="00CD029D"/>
    <w:rsid w:val="00CD4B73"/>
    <w:rsid w:val="00CD6897"/>
    <w:rsid w:val="00CE02C0"/>
    <w:rsid w:val="00CE5BAC"/>
    <w:rsid w:val="00CF25BE"/>
    <w:rsid w:val="00CF5151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8ED"/>
    <w:rsid w:val="00D74119"/>
    <w:rsid w:val="00D757A4"/>
    <w:rsid w:val="00D8075B"/>
    <w:rsid w:val="00D8678B"/>
    <w:rsid w:val="00DA2114"/>
    <w:rsid w:val="00DB2FDB"/>
    <w:rsid w:val="00DB73F3"/>
    <w:rsid w:val="00DC11AB"/>
    <w:rsid w:val="00DE09C0"/>
    <w:rsid w:val="00DE4A14"/>
    <w:rsid w:val="00DF2A59"/>
    <w:rsid w:val="00DF320D"/>
    <w:rsid w:val="00DF71C8"/>
    <w:rsid w:val="00E1152E"/>
    <w:rsid w:val="00E129B8"/>
    <w:rsid w:val="00E21E7D"/>
    <w:rsid w:val="00E22FBC"/>
    <w:rsid w:val="00E24BF5"/>
    <w:rsid w:val="00E25338"/>
    <w:rsid w:val="00E46C62"/>
    <w:rsid w:val="00E46F4C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4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326"/>
    <w:rsid w:val="00F9427A"/>
    <w:rsid w:val="00F974DA"/>
    <w:rsid w:val="00FA0A66"/>
    <w:rsid w:val="00FA46E5"/>
    <w:rsid w:val="00FB067A"/>
    <w:rsid w:val="00FB7DBA"/>
    <w:rsid w:val="00FC1097"/>
    <w:rsid w:val="00FC1C25"/>
    <w:rsid w:val="00FC25E5"/>
    <w:rsid w:val="00FC3F45"/>
    <w:rsid w:val="00FD503F"/>
    <w:rsid w:val="00FD7589"/>
    <w:rsid w:val="00FE71FC"/>
    <w:rsid w:val="00FF016A"/>
    <w:rsid w:val="00FF1401"/>
    <w:rsid w:val="00FF5E7D"/>
    <w:rsid w:val="048891D2"/>
    <w:rsid w:val="0932535D"/>
    <w:rsid w:val="0C113A68"/>
    <w:rsid w:val="1236FD52"/>
    <w:rsid w:val="19D67026"/>
    <w:rsid w:val="1EEDF9C8"/>
    <w:rsid w:val="270D5E3D"/>
    <w:rsid w:val="271E782E"/>
    <w:rsid w:val="28A92E9E"/>
    <w:rsid w:val="2C90CA54"/>
    <w:rsid w:val="313971F4"/>
    <w:rsid w:val="379BA3B2"/>
    <w:rsid w:val="39B3155B"/>
    <w:rsid w:val="3A28ADEF"/>
    <w:rsid w:val="432E0CF6"/>
    <w:rsid w:val="4340CF44"/>
    <w:rsid w:val="43805FFF"/>
    <w:rsid w:val="459E04B5"/>
    <w:rsid w:val="4670FE8C"/>
    <w:rsid w:val="4CBC3C7A"/>
    <w:rsid w:val="4D38221E"/>
    <w:rsid w:val="4E8B6F71"/>
    <w:rsid w:val="4EAC979C"/>
    <w:rsid w:val="4EBAD0B6"/>
    <w:rsid w:val="50273FD2"/>
    <w:rsid w:val="50A1BB2C"/>
    <w:rsid w:val="51C8A4F5"/>
    <w:rsid w:val="5460E543"/>
    <w:rsid w:val="58D42C62"/>
    <w:rsid w:val="595D7DF6"/>
    <w:rsid w:val="5ACC47A4"/>
    <w:rsid w:val="5CD0F795"/>
    <w:rsid w:val="627949C9"/>
    <w:rsid w:val="633FA958"/>
    <w:rsid w:val="664B921C"/>
    <w:rsid w:val="6A84510B"/>
    <w:rsid w:val="6BF44C49"/>
    <w:rsid w:val="6F241C99"/>
    <w:rsid w:val="75E86AC2"/>
    <w:rsid w:val="75FAAADB"/>
    <w:rsid w:val="76134746"/>
    <w:rsid w:val="76FDD41C"/>
    <w:rsid w:val="78380393"/>
    <w:rsid w:val="7A1E84A9"/>
    <w:rsid w:val="7C87A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933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6C167B"/>
    <w:pPr>
      <w:widowControl w:val="0"/>
      <w:autoSpaceDE w:val="0"/>
      <w:autoSpaceDN w:val="0"/>
      <w:spacing w:after="0" w:line="240" w:lineRule="auto"/>
      <w:ind w:left="107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6C16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16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167B"/>
    <w:rPr>
      <w:rFonts w:ascii="Calibri" w:hAnsi="Calibri"/>
      <w:b/>
      <w:bCs/>
      <w:lang w:eastAsia="en-US"/>
    </w:rPr>
  </w:style>
  <w:style w:type="paragraph" w:customStyle="1" w:styleId="Zawartotabeli">
    <w:name w:val="Zawartość tabeli"/>
    <w:basedOn w:val="Normalny"/>
    <w:rsid w:val="0062227C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1301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6</cp:revision>
  <cp:lastPrinted>2025-10-03T10:56:00Z</cp:lastPrinted>
  <dcterms:created xsi:type="dcterms:W3CDTF">2025-09-21T12:27:00Z</dcterms:created>
  <dcterms:modified xsi:type="dcterms:W3CDTF">2025-10-03T11:10:00Z</dcterms:modified>
</cp:coreProperties>
</file>